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2F4D0" w14:textId="6A6CDE93" w:rsidR="00DF7482" w:rsidRPr="00DF7482" w:rsidRDefault="00DF7482" w:rsidP="00EF22F2">
      <w:pPr>
        <w:pStyle w:val="Heading1"/>
      </w:pPr>
      <w:bookmarkStart w:id="0" w:name="_Toc208232783"/>
      <w:r w:rsidRPr="00EC4BF2">
        <w:t xml:space="preserve">TOOL </w:t>
      </w:r>
      <w:r>
        <w:t>11</w:t>
      </w:r>
      <w:r w:rsidRPr="00EC4BF2">
        <w:t xml:space="preserve">: </w:t>
      </w:r>
      <w:r w:rsidRPr="00DF7482">
        <w:t>MONITORING OBSERVATIONS AND REMEDIAL ACTIONS</w:t>
      </w:r>
      <w:bookmarkEnd w:id="0"/>
    </w:p>
    <w:tbl>
      <w:tblPr>
        <w:tblStyle w:val="TableGrid13"/>
        <w:tblW w:w="0" w:type="auto"/>
        <w:tblLook w:val="04A0" w:firstRow="1" w:lastRow="0" w:firstColumn="1" w:lastColumn="0" w:noHBand="0" w:noVBand="1"/>
      </w:tblPr>
      <w:tblGrid>
        <w:gridCol w:w="3390"/>
        <w:gridCol w:w="276"/>
        <w:gridCol w:w="6074"/>
      </w:tblGrid>
      <w:tr w:rsidR="00DF7482" w:rsidRPr="00DF7482" w14:paraId="778651D5" w14:textId="77777777" w:rsidTr="003F2C61">
        <w:trPr>
          <w:trHeight w:val="530"/>
        </w:trPr>
        <w:tc>
          <w:tcPr>
            <w:tcW w:w="35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00548E" w:themeFill="accent1"/>
            <w:vAlign w:val="center"/>
          </w:tcPr>
          <w:p w14:paraId="1C46A8CE" w14:textId="77777777" w:rsidR="00DF7482" w:rsidRPr="00DF7482" w:rsidRDefault="00DF7482" w:rsidP="00DF748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Scope of Monitoring</w:t>
            </w:r>
          </w:p>
          <w:p w14:paraId="5DC6A71F" w14:textId="77777777" w:rsidR="00DF7482" w:rsidRPr="00DF7482" w:rsidRDefault="00DF7482" w:rsidP="00DF748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color w:val="FFFFFF"/>
                <w:sz w:val="20"/>
                <w:szCs w:val="20"/>
                <w:lang w:val="en-GB"/>
              </w:rPr>
              <w:t>[areas or name of audit engagement (or audit director/supervisor) reviewed]</w:t>
            </w:r>
          </w:p>
        </w:tc>
        <w:tc>
          <w:tcPr>
            <w:tcW w:w="27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00548E" w:themeFill="accent1"/>
            <w:vAlign w:val="center"/>
          </w:tcPr>
          <w:p w14:paraId="29064A9F" w14:textId="77777777" w:rsidR="00DF7482" w:rsidRPr="00DF7482" w:rsidRDefault="00DF7482" w:rsidP="00DF748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:</w:t>
            </w:r>
          </w:p>
        </w:tc>
        <w:tc>
          <w:tcPr>
            <w:tcW w:w="653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</w:tcPr>
          <w:p w14:paraId="716980FD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DF7482" w:rsidRPr="00DF7482" w14:paraId="61E7A1C8" w14:textId="77777777" w:rsidTr="003F2C61">
        <w:trPr>
          <w:trHeight w:val="530"/>
        </w:trPr>
        <w:tc>
          <w:tcPr>
            <w:tcW w:w="35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00548E" w:themeFill="accent1"/>
            <w:vAlign w:val="center"/>
          </w:tcPr>
          <w:p w14:paraId="76FE562E" w14:textId="77777777" w:rsidR="00DF7482" w:rsidRPr="00DF7482" w:rsidRDefault="00DF7482" w:rsidP="00DF748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Period of Monitoring</w:t>
            </w:r>
          </w:p>
        </w:tc>
        <w:tc>
          <w:tcPr>
            <w:tcW w:w="27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00548E" w:themeFill="accent1"/>
            <w:vAlign w:val="center"/>
          </w:tcPr>
          <w:p w14:paraId="163D2204" w14:textId="77777777" w:rsidR="00DF7482" w:rsidRPr="00DF7482" w:rsidRDefault="00DF7482" w:rsidP="00DF748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:</w:t>
            </w:r>
          </w:p>
        </w:tc>
        <w:tc>
          <w:tcPr>
            <w:tcW w:w="653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</w:tcPr>
          <w:p w14:paraId="424EBE4F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</w:tbl>
    <w:p w14:paraId="0E3661A2" w14:textId="77777777" w:rsidR="00DF7482" w:rsidRPr="00DF7482" w:rsidRDefault="00DF7482" w:rsidP="00DF7482">
      <w:pPr>
        <w:widowControl/>
        <w:autoSpaceDE/>
        <w:autoSpaceDN/>
        <w:jc w:val="center"/>
        <w:rPr>
          <w:rFonts w:ascii="Aptos" w:eastAsia="Times New Roman" w:hAnsi="Aptos" w:cs="Tahoma"/>
          <w:sz w:val="24"/>
          <w:szCs w:val="24"/>
          <w:lang w:val="en-GB"/>
        </w:rPr>
      </w:pPr>
    </w:p>
    <w:tbl>
      <w:tblPr>
        <w:tblStyle w:val="TableGrid13"/>
        <w:tblW w:w="0" w:type="auto"/>
        <w:tblLook w:val="04A0" w:firstRow="1" w:lastRow="0" w:firstColumn="1" w:lastColumn="0" w:noHBand="0" w:noVBand="1"/>
      </w:tblPr>
      <w:tblGrid>
        <w:gridCol w:w="3362"/>
        <w:gridCol w:w="279"/>
        <w:gridCol w:w="6099"/>
      </w:tblGrid>
      <w:tr w:rsidR="00DF7482" w:rsidRPr="00DF7482" w14:paraId="7012E5AD" w14:textId="77777777" w:rsidTr="003F2C61">
        <w:trPr>
          <w:trHeight w:val="989"/>
        </w:trPr>
        <w:tc>
          <w:tcPr>
            <w:tcW w:w="350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00548E" w:themeFill="accent1"/>
            <w:vAlign w:val="center"/>
          </w:tcPr>
          <w:p w14:paraId="574C2D83" w14:textId="77777777" w:rsidR="00DF7482" w:rsidRPr="00DF7482" w:rsidRDefault="00DF7482" w:rsidP="00DF748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Good Practices/ Positive Observations</w:t>
            </w:r>
          </w:p>
        </w:tc>
        <w:tc>
          <w:tcPr>
            <w:tcW w:w="279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00548E" w:themeFill="accent1"/>
            <w:vAlign w:val="center"/>
          </w:tcPr>
          <w:p w14:paraId="207AD422" w14:textId="77777777" w:rsidR="00DF7482" w:rsidRPr="00DF7482" w:rsidRDefault="00DF7482" w:rsidP="00DF748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:</w:t>
            </w:r>
          </w:p>
        </w:tc>
        <w:tc>
          <w:tcPr>
            <w:tcW w:w="652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</w:tcPr>
          <w:p w14:paraId="2328D227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</w:tbl>
    <w:p w14:paraId="200210F1" w14:textId="77777777" w:rsidR="00DF7482" w:rsidRPr="00DF7482" w:rsidRDefault="00DF7482" w:rsidP="00DF7482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  <w:r w:rsidRPr="00DF7482">
        <w:rPr>
          <w:rFonts w:ascii="Aptos" w:eastAsia="Times New Roman" w:hAnsi="Aptos" w:cs="Tahoma"/>
          <w:b/>
          <w:bCs/>
          <w:sz w:val="24"/>
          <w:szCs w:val="24"/>
          <w:lang w:val="en-GB"/>
        </w:rPr>
        <w:t>Note:</w:t>
      </w:r>
      <w:r w:rsidRPr="00DF7482">
        <w:rPr>
          <w:rFonts w:ascii="Aptos" w:eastAsia="Times New Roman" w:hAnsi="Aptos" w:cs="Tahoma"/>
          <w:sz w:val="24"/>
          <w:szCs w:val="24"/>
          <w:lang w:val="en-GB"/>
        </w:rPr>
        <w:t xml:space="preserve"> </w:t>
      </w:r>
      <w:r w:rsidRPr="00DF7482">
        <w:rPr>
          <w:rFonts w:ascii="Aptos" w:eastAsia="Times New Roman" w:hAnsi="Aptos" w:cs="Tahoma"/>
          <w:i/>
          <w:iCs/>
          <w:sz w:val="24"/>
          <w:szCs w:val="24"/>
          <w:lang w:val="en-GB"/>
        </w:rPr>
        <w:t>Paragraph 57.b) of revised ISSAI 140 requires monitoring and remediation process to identify potential strengths in the design, implementation and operation of the system of quality management.</w:t>
      </w:r>
    </w:p>
    <w:p w14:paraId="0A50A108" w14:textId="77777777" w:rsidR="00DF7482" w:rsidRPr="00DF7482" w:rsidRDefault="00DF7482" w:rsidP="00DF7482">
      <w:pPr>
        <w:widowControl/>
        <w:autoSpaceDE/>
        <w:autoSpaceDN/>
        <w:jc w:val="center"/>
        <w:rPr>
          <w:rFonts w:ascii="Aptos" w:eastAsia="Times New Roman" w:hAnsi="Aptos" w:cs="Tahoma"/>
          <w:sz w:val="24"/>
          <w:szCs w:val="24"/>
          <w:lang w:val="en-GB"/>
        </w:rPr>
      </w:pPr>
    </w:p>
    <w:tbl>
      <w:tblPr>
        <w:tblStyle w:val="TableGrid13"/>
        <w:tblW w:w="0" w:type="auto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Look w:val="04A0" w:firstRow="1" w:lastRow="0" w:firstColumn="1" w:lastColumn="0" w:noHBand="0" w:noVBand="1"/>
      </w:tblPr>
      <w:tblGrid>
        <w:gridCol w:w="2729"/>
        <w:gridCol w:w="1718"/>
        <w:gridCol w:w="1573"/>
        <w:gridCol w:w="1815"/>
        <w:gridCol w:w="1909"/>
      </w:tblGrid>
      <w:tr w:rsidR="00DF7482" w:rsidRPr="00DF7482" w14:paraId="470CF1D4" w14:textId="77777777" w:rsidTr="003F2C61">
        <w:trPr>
          <w:trHeight w:val="1282"/>
        </w:trPr>
        <w:tc>
          <w:tcPr>
            <w:tcW w:w="2999" w:type="dxa"/>
            <w:shd w:val="clear" w:color="auto" w:fill="00548E" w:themeFill="accent1"/>
            <w:vAlign w:val="center"/>
          </w:tcPr>
          <w:p w14:paraId="523E5B37" w14:textId="77777777" w:rsidR="00DF7482" w:rsidRPr="00DF7482" w:rsidRDefault="00DF7482" w:rsidP="00DF748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Findings</w:t>
            </w:r>
          </w:p>
        </w:tc>
        <w:tc>
          <w:tcPr>
            <w:tcW w:w="1778" w:type="dxa"/>
            <w:shd w:val="clear" w:color="auto" w:fill="00548E" w:themeFill="accent1"/>
            <w:vAlign w:val="center"/>
          </w:tcPr>
          <w:p w14:paraId="3D3E265F" w14:textId="77777777" w:rsidR="00DF7482" w:rsidRPr="00DF7482" w:rsidRDefault="00DF7482" w:rsidP="00DF748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With deficiencies in the SoAQM?</w:t>
            </w:r>
          </w:p>
        </w:tc>
        <w:tc>
          <w:tcPr>
            <w:tcW w:w="1610" w:type="dxa"/>
            <w:shd w:val="clear" w:color="auto" w:fill="00548E" w:themeFill="accent1"/>
            <w:vAlign w:val="center"/>
          </w:tcPr>
          <w:p w14:paraId="1452D8BD" w14:textId="77777777" w:rsidR="00DF7482" w:rsidRPr="00DF7482" w:rsidRDefault="00DF7482" w:rsidP="00DF748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Cause(s) of the deficiencies</w:t>
            </w:r>
          </w:p>
          <w:p w14:paraId="4951966A" w14:textId="77777777" w:rsidR="00DF7482" w:rsidRPr="00DF7482" w:rsidRDefault="00DF7482" w:rsidP="00DF748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color w:val="FFFFFF"/>
                <w:sz w:val="20"/>
                <w:szCs w:val="20"/>
                <w:lang w:val="en-GB"/>
              </w:rPr>
              <w:t>(for each of the ‘Yes” answers in column 2)</w:t>
            </w:r>
          </w:p>
        </w:tc>
        <w:tc>
          <w:tcPr>
            <w:tcW w:w="1890" w:type="dxa"/>
            <w:shd w:val="clear" w:color="auto" w:fill="00548E" w:themeFill="accent1"/>
            <w:vAlign w:val="center"/>
          </w:tcPr>
          <w:p w14:paraId="5A042C7C" w14:textId="77777777" w:rsidR="00DF7482" w:rsidRPr="00DF7482" w:rsidRDefault="00DF7482" w:rsidP="00DF748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Evaluation of deficiencies</w:t>
            </w:r>
          </w:p>
          <w:p w14:paraId="6D2B71ED" w14:textId="77777777" w:rsidR="00DF7482" w:rsidRPr="00DF7482" w:rsidRDefault="00DF7482" w:rsidP="00DF7482">
            <w:pPr>
              <w:rPr>
                <w:rFonts w:ascii="Aptos" w:eastAsia="Times New Roman" w:hAnsi="Aptos" w:cs="Tahoma"/>
                <w:color w:val="FFFFFF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color w:val="FFFFFF"/>
                <w:sz w:val="20"/>
                <w:szCs w:val="20"/>
                <w:lang w:val="en-GB"/>
              </w:rPr>
              <w:t>(for each of the ‘Yes” answers in column 2)</w:t>
            </w:r>
          </w:p>
        </w:tc>
        <w:tc>
          <w:tcPr>
            <w:tcW w:w="2037" w:type="dxa"/>
            <w:shd w:val="clear" w:color="auto" w:fill="00548E" w:themeFill="accent1"/>
            <w:vAlign w:val="center"/>
          </w:tcPr>
          <w:p w14:paraId="36BE8BFB" w14:textId="77777777" w:rsidR="00DF7482" w:rsidRPr="00DF7482" w:rsidRDefault="00DF7482" w:rsidP="00DF748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Remedial Actions</w:t>
            </w:r>
          </w:p>
        </w:tc>
      </w:tr>
      <w:tr w:rsidR="00DF7482" w:rsidRPr="00DF7482" w14:paraId="0EF0AA74" w14:textId="77777777" w:rsidTr="00DF7482">
        <w:tc>
          <w:tcPr>
            <w:tcW w:w="2999" w:type="dxa"/>
            <w:vAlign w:val="center"/>
          </w:tcPr>
          <w:p w14:paraId="56A61D18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Finding 1: …</w:t>
            </w:r>
          </w:p>
        </w:tc>
        <w:tc>
          <w:tcPr>
            <w:tcW w:w="1778" w:type="dxa"/>
            <w:vAlign w:val="center"/>
          </w:tcPr>
          <w:p w14:paraId="3DB6FBB5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YES</w:t>
            </w:r>
          </w:p>
          <w:p w14:paraId="2FE32E5D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 NO</w:t>
            </w:r>
          </w:p>
        </w:tc>
        <w:tc>
          <w:tcPr>
            <w:tcW w:w="1610" w:type="dxa"/>
            <w:vAlign w:val="center"/>
          </w:tcPr>
          <w:p w14:paraId="397676EF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1890" w:type="dxa"/>
            <w:vAlign w:val="center"/>
          </w:tcPr>
          <w:p w14:paraId="10BD7DCD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Severe</w:t>
            </w:r>
          </w:p>
          <w:p w14:paraId="508FE62E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Pervasive</w:t>
            </w:r>
          </w:p>
          <w:p w14:paraId="7A8A4984" w14:textId="60DD0FCD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N/A</w:t>
            </w:r>
          </w:p>
          <w:p w14:paraId="26334AFC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Explanation:</w:t>
            </w:r>
          </w:p>
        </w:tc>
        <w:tc>
          <w:tcPr>
            <w:tcW w:w="2037" w:type="dxa"/>
            <w:vAlign w:val="center"/>
          </w:tcPr>
          <w:p w14:paraId="18D06CF5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DF7482" w:rsidRPr="00DF7482" w14:paraId="203C2E73" w14:textId="77777777" w:rsidTr="00DF7482">
        <w:tc>
          <w:tcPr>
            <w:tcW w:w="2999" w:type="dxa"/>
            <w:vAlign w:val="center"/>
          </w:tcPr>
          <w:p w14:paraId="41C7E780" w14:textId="77777777" w:rsidR="00DF7482" w:rsidRPr="00DF7482" w:rsidRDefault="00DF7482" w:rsidP="00DF7482">
            <w:pPr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Finding 2: …</w:t>
            </w:r>
          </w:p>
        </w:tc>
        <w:tc>
          <w:tcPr>
            <w:tcW w:w="1778" w:type="dxa"/>
            <w:vAlign w:val="center"/>
          </w:tcPr>
          <w:p w14:paraId="2D08FEA8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YES</w:t>
            </w:r>
          </w:p>
          <w:p w14:paraId="4D1E2EC0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 NO</w:t>
            </w:r>
          </w:p>
        </w:tc>
        <w:tc>
          <w:tcPr>
            <w:tcW w:w="1610" w:type="dxa"/>
            <w:vAlign w:val="center"/>
          </w:tcPr>
          <w:p w14:paraId="19F44CAD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1890" w:type="dxa"/>
            <w:vAlign w:val="center"/>
          </w:tcPr>
          <w:p w14:paraId="4C2E42EB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Severe</w:t>
            </w:r>
          </w:p>
          <w:p w14:paraId="25CA0272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Pervasive</w:t>
            </w:r>
          </w:p>
          <w:p w14:paraId="51CC976B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N/A</w:t>
            </w:r>
          </w:p>
          <w:p w14:paraId="4F07C19C" w14:textId="1BB416FF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Explanation:</w:t>
            </w:r>
          </w:p>
        </w:tc>
        <w:tc>
          <w:tcPr>
            <w:tcW w:w="2037" w:type="dxa"/>
            <w:vAlign w:val="center"/>
          </w:tcPr>
          <w:p w14:paraId="779B69F1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DF7482" w:rsidRPr="00DF7482" w14:paraId="06672A1F" w14:textId="77777777" w:rsidTr="00DF7482">
        <w:tc>
          <w:tcPr>
            <w:tcW w:w="2999" w:type="dxa"/>
            <w:vAlign w:val="center"/>
          </w:tcPr>
          <w:p w14:paraId="3FCEBAD5" w14:textId="77777777" w:rsidR="00DF7482" w:rsidRPr="00DF7482" w:rsidRDefault="00DF7482" w:rsidP="00DF7482">
            <w:pPr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…</w:t>
            </w:r>
          </w:p>
        </w:tc>
        <w:tc>
          <w:tcPr>
            <w:tcW w:w="1778" w:type="dxa"/>
            <w:vAlign w:val="center"/>
          </w:tcPr>
          <w:p w14:paraId="78E25B09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YES</w:t>
            </w:r>
          </w:p>
          <w:p w14:paraId="1ECB6A6C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 NO</w:t>
            </w:r>
          </w:p>
        </w:tc>
        <w:tc>
          <w:tcPr>
            <w:tcW w:w="1610" w:type="dxa"/>
            <w:vAlign w:val="center"/>
          </w:tcPr>
          <w:p w14:paraId="7CBE7857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1890" w:type="dxa"/>
            <w:vAlign w:val="center"/>
          </w:tcPr>
          <w:p w14:paraId="321B89E8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Severe</w:t>
            </w:r>
          </w:p>
          <w:p w14:paraId="65865D20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Pervasive</w:t>
            </w:r>
          </w:p>
          <w:p w14:paraId="6EAF7847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N/A</w:t>
            </w:r>
          </w:p>
          <w:p w14:paraId="5E0C465B" w14:textId="66E30136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Explanation:</w:t>
            </w:r>
          </w:p>
        </w:tc>
        <w:tc>
          <w:tcPr>
            <w:tcW w:w="2037" w:type="dxa"/>
            <w:vAlign w:val="center"/>
          </w:tcPr>
          <w:p w14:paraId="17F3FE15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</w:tbl>
    <w:p w14:paraId="3EC7AD78" w14:textId="77777777" w:rsidR="00DF7482" w:rsidRPr="00DF7482" w:rsidRDefault="00DF7482" w:rsidP="00DF7482">
      <w:pPr>
        <w:widowControl/>
        <w:autoSpaceDE/>
        <w:autoSpaceDN/>
        <w:rPr>
          <w:rFonts w:ascii="Aptos" w:eastAsia="Times New Roman" w:hAnsi="Aptos" w:cs="Tahoma"/>
          <w:i/>
          <w:iCs/>
          <w:sz w:val="20"/>
          <w:szCs w:val="20"/>
          <w:lang w:val="en-GB"/>
        </w:rPr>
      </w:pPr>
      <w:r w:rsidRPr="00DF7482">
        <w:rPr>
          <w:rFonts w:ascii="Aptos" w:eastAsia="Times New Roman" w:hAnsi="Aptos" w:cs="Tahoma"/>
          <w:i/>
          <w:iCs/>
          <w:sz w:val="20"/>
          <w:szCs w:val="20"/>
          <w:lang w:val="en-GB"/>
        </w:rPr>
        <w:t xml:space="preserve">Note: In some circumstances, the SAI may determine it appropriate to obtain more information about the findings in order to determine whether a deficiency exists. Not all findings, including the review of engagement findings, will be a deficiency (adapted from ISQM, Paragraph A159). Refer Guidance No. 6, page 12 for examples on findings, which are not a deficiency. </w:t>
      </w:r>
    </w:p>
    <w:p w14:paraId="0D56B601" w14:textId="77777777" w:rsidR="00DF7482" w:rsidRPr="00DF7482" w:rsidRDefault="00DF7482" w:rsidP="00DF7482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tbl>
      <w:tblPr>
        <w:tblStyle w:val="TableGrid13"/>
        <w:tblW w:w="0" w:type="auto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Look w:val="04A0" w:firstRow="1" w:lastRow="0" w:firstColumn="1" w:lastColumn="0" w:noHBand="0" w:noVBand="1"/>
      </w:tblPr>
      <w:tblGrid>
        <w:gridCol w:w="9744"/>
      </w:tblGrid>
      <w:tr w:rsidR="00DF7482" w:rsidRPr="00DF7482" w14:paraId="1F443BFC" w14:textId="77777777" w:rsidTr="003F2C61">
        <w:tc>
          <w:tcPr>
            <w:tcW w:w="10310" w:type="dxa"/>
            <w:shd w:val="clear" w:color="auto" w:fill="00548E" w:themeFill="accent1"/>
          </w:tcPr>
          <w:p w14:paraId="5290FCEF" w14:textId="77777777" w:rsidR="00DF7482" w:rsidRPr="00DF7482" w:rsidRDefault="00DF7482" w:rsidP="00DF7482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R</w:t>
            </w:r>
            <w:r w:rsidRPr="00DF7482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shd w:val="clear" w:color="auto" w:fill="05645E" w:themeFill="accent5"/>
                <w:lang w:val="en-GB"/>
              </w:rPr>
              <w:t>esult/Summary</w:t>
            </w:r>
          </w:p>
        </w:tc>
      </w:tr>
      <w:tr w:rsidR="00DF7482" w:rsidRPr="00DF7482" w14:paraId="2D7F5B51" w14:textId="77777777" w:rsidTr="00086D65">
        <w:tc>
          <w:tcPr>
            <w:tcW w:w="10310" w:type="dxa"/>
          </w:tcPr>
          <w:p w14:paraId="17BE0040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DF7482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&lt;provide qualitative information on the assessment of the components of the system of audit quality management or audit engagements reviewed&gt;</w:t>
            </w:r>
          </w:p>
          <w:p w14:paraId="6F1C5896" w14:textId="77777777" w:rsidR="00DF7482" w:rsidRPr="00DF7482" w:rsidRDefault="00DF7482" w:rsidP="00DF748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</w:tbl>
    <w:p w14:paraId="4F0780F6" w14:textId="7872704B" w:rsidR="005648B7" w:rsidRPr="00C163F9" w:rsidRDefault="005648B7" w:rsidP="008622AD">
      <w:pPr>
        <w:pStyle w:val="Heading1"/>
      </w:pPr>
    </w:p>
    <w:sectPr w:rsidR="005648B7" w:rsidRPr="00C163F9" w:rsidSect="008622AD">
      <w:headerReference w:type="default" r:id="rId11"/>
      <w:footerReference w:type="default" r:id="rId12"/>
      <w:pgSz w:w="11910" w:h="16840"/>
      <w:pgMar w:top="1440" w:right="1080" w:bottom="1440" w:left="1080" w:header="0" w:footer="89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42FA0" w14:textId="77777777" w:rsidR="00A85422" w:rsidRDefault="00A85422">
      <w:r>
        <w:separator/>
      </w:r>
    </w:p>
  </w:endnote>
  <w:endnote w:type="continuationSeparator" w:id="0">
    <w:p w14:paraId="4A996A96" w14:textId="77777777" w:rsidR="00A85422" w:rsidRDefault="00A85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swald">
    <w:panose1 w:val="00000500000000000000"/>
    <w:charset w:val="4D"/>
    <w:family w:val="auto"/>
    <w:pitch w:val="variable"/>
    <w:sig w:usb0="A00002FF" w:usb1="4000204B" w:usb2="00000000" w:usb3="00000000" w:csb0="00000197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notTrueType/>
    <w:pitch w:val="variable"/>
    <w:sig w:usb0="00008007" w:usb1="00000000" w:usb2="00000000" w:usb3="00000000" w:csb0="00000093" w:csb1="00000000"/>
  </w:font>
  <w:font w:name="Oswald SemiBold">
    <w:panose1 w:val="00000700000000000000"/>
    <w:charset w:val="4D"/>
    <w:family w:val="auto"/>
    <w:pitch w:val="variable"/>
    <w:sig w:usb0="A00002FF" w:usb1="4000204B" w:usb2="00000000" w:usb3="00000000" w:csb0="00000197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swald Medium">
    <w:panose1 w:val="00000600000000000000"/>
    <w:charset w:val="4D"/>
    <w:family w:val="auto"/>
    <w:pitch w:val="variable"/>
    <w:sig w:usb0="A00002FF" w:usb1="4000204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oppins Light">
    <w:panose1 w:val="00000400000000000000"/>
    <w:charset w:val="4D"/>
    <w:family w:val="auto"/>
    <w:notTrueType/>
    <w:pitch w:val="variable"/>
    <w:sig w:usb0="00008007" w:usb1="00000000" w:usb2="00000000" w:usb3="00000000" w:csb0="00000093" w:csb1="00000000"/>
  </w:font>
  <w:font w:name="TheSansLight-Plain">
    <w:altName w:val="Cambria"/>
    <w:panose1 w:val="02000503050000020004"/>
    <w:charset w:val="00"/>
    <w:family w:val="auto"/>
    <w:pitch w:val="variable"/>
    <w:sig w:usb0="00000003" w:usb1="00000000" w:usb2="00000000" w:usb3="00000000" w:csb0="00000001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Inter">
    <w:altName w:val="Calibri"/>
    <w:panose1 w:val="020B0604020202020204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Oswald" w:hAnsi="Oswald"/>
      </w:rPr>
      <w:id w:val="-1059242420"/>
      <w:docPartObj>
        <w:docPartGallery w:val="Page Numbers (Bottom of Page)"/>
        <w:docPartUnique/>
      </w:docPartObj>
    </w:sdtPr>
    <w:sdtEndPr>
      <w:rPr>
        <w:rStyle w:val="PageNumber"/>
        <w:b/>
        <w:bCs/>
        <w:color w:val="05645E" w:themeColor="accent5"/>
      </w:rPr>
    </w:sdtEndPr>
    <w:sdtContent>
      <w:p w14:paraId="53CE222A" w14:textId="77777777" w:rsidR="00BD31E6" w:rsidRPr="00A05D2D" w:rsidRDefault="00BD31E6" w:rsidP="00BD31E6">
        <w:pPr>
          <w:pStyle w:val="Footer"/>
          <w:framePr w:w="5459" w:wrap="none" w:vAnchor="text" w:hAnchor="page" w:x="5320" w:y="1"/>
          <w:jc w:val="right"/>
          <w:rPr>
            <w:rStyle w:val="PageNumber"/>
            <w:rFonts w:ascii="Oswald" w:hAnsi="Oswald"/>
            <w:b/>
            <w:bCs/>
            <w:color w:val="00548E" w:themeColor="accent1"/>
          </w:rPr>
        </w:pPr>
        <w:r>
          <w:rPr>
            <w:rStyle w:val="PageNumber"/>
            <w:rFonts w:ascii="Oswald" w:hAnsi="Oswald"/>
          </w:rPr>
          <w:t>Tools SoAQM Playbook</w:t>
        </w:r>
        <w:r w:rsidRPr="005244D3">
          <w:rPr>
            <w:rStyle w:val="PageNumber"/>
            <w:rFonts w:ascii="Oswald" w:hAnsi="Oswald"/>
          </w:rPr>
          <w:t xml:space="preserve">  </w:t>
        </w:r>
        <w:r w:rsidRPr="005244D3">
          <w:rPr>
            <w:rStyle w:val="PageNumber"/>
            <w:rFonts w:ascii="Oswald" w:hAnsi="Oswald"/>
            <w:color w:val="005592" w:themeColor="text1"/>
          </w:rPr>
          <w:t xml:space="preserve">| </w:t>
        </w:r>
        <w:r w:rsidRPr="00880F32">
          <w:rPr>
            <w:rStyle w:val="PageNumber"/>
            <w:rFonts w:ascii="Oswald" w:hAnsi="Oswald"/>
            <w:b/>
            <w:bCs/>
            <w:color w:val="05645E" w:themeColor="accent5"/>
          </w:rPr>
          <w:fldChar w:fldCharType="begin"/>
        </w:r>
        <w:r w:rsidRPr="00880F32">
          <w:rPr>
            <w:rStyle w:val="PageNumber"/>
            <w:rFonts w:ascii="Oswald" w:hAnsi="Oswald"/>
            <w:b/>
            <w:bCs/>
            <w:color w:val="05645E" w:themeColor="accent5"/>
          </w:rPr>
          <w:instrText xml:space="preserve"> PAGE </w:instrText>
        </w:r>
        <w:r w:rsidRPr="00880F32">
          <w:rPr>
            <w:rStyle w:val="PageNumber"/>
            <w:rFonts w:ascii="Oswald" w:hAnsi="Oswald"/>
            <w:b/>
            <w:bCs/>
            <w:color w:val="05645E" w:themeColor="accent5"/>
          </w:rPr>
          <w:fldChar w:fldCharType="separate"/>
        </w:r>
        <w:r>
          <w:rPr>
            <w:rStyle w:val="PageNumber"/>
            <w:rFonts w:ascii="Oswald" w:hAnsi="Oswald"/>
            <w:b/>
            <w:bCs/>
            <w:color w:val="05645E" w:themeColor="accent5"/>
          </w:rPr>
          <w:t>1</w:t>
        </w:r>
        <w:r w:rsidRPr="00880F32">
          <w:rPr>
            <w:rStyle w:val="PageNumber"/>
            <w:rFonts w:ascii="Oswald" w:hAnsi="Oswald"/>
            <w:b/>
            <w:bCs/>
            <w:color w:val="05645E" w:themeColor="accent5"/>
          </w:rPr>
          <w:fldChar w:fldCharType="end"/>
        </w:r>
      </w:p>
    </w:sdtContent>
  </w:sdt>
  <w:p w14:paraId="585E2559" w14:textId="77777777" w:rsidR="00BD31E6" w:rsidRDefault="00BD31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225C4" w14:textId="77777777" w:rsidR="00A85422" w:rsidRDefault="00A85422">
      <w:r>
        <w:separator/>
      </w:r>
    </w:p>
  </w:footnote>
  <w:footnote w:type="continuationSeparator" w:id="0">
    <w:p w14:paraId="7F753375" w14:textId="77777777" w:rsidR="00A85422" w:rsidRDefault="00A85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8CF71" w14:textId="2ECBACA3" w:rsidR="00BD31E6" w:rsidRDefault="00BD31E6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6AAB2DE" wp14:editId="6D9CDDB1">
          <wp:simplePos x="0" y="0"/>
          <wp:positionH relativeFrom="column">
            <wp:posOffset>6010910</wp:posOffset>
          </wp:positionH>
          <wp:positionV relativeFrom="paragraph">
            <wp:posOffset>0</wp:posOffset>
          </wp:positionV>
          <wp:extent cx="855645" cy="886997"/>
          <wp:effectExtent l="0" t="0" r="0" b="2540"/>
          <wp:wrapNone/>
          <wp:docPr id="208277472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70042" cy="9019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5F1B07C" wp14:editId="140C4F27">
              <wp:simplePos x="0" y="0"/>
              <wp:positionH relativeFrom="column">
                <wp:posOffset>0</wp:posOffset>
              </wp:positionH>
              <wp:positionV relativeFrom="paragraph">
                <wp:posOffset>231775</wp:posOffset>
              </wp:positionV>
              <wp:extent cx="1282373" cy="562708"/>
              <wp:effectExtent l="0" t="0" r="635" b="0"/>
              <wp:wrapNone/>
              <wp:docPr id="569428465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1120754494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883378077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96DAC541-7B7A-43D3-8B79-37D633B846F1}">
                                <asvg:svgBlip xmlns:asvg="http://schemas.microsoft.com/office/drawing/2016/SVG/main" r:embed="rId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56790258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2012808046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E8E8E8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6AFAA08" id="Group 7" o:spid="_x0000_s1026" style="position:absolute;margin-left:0;margin-top:18.25pt;width:100.95pt;height:44.3pt;z-index:251660288;mso-width-relative:margin;mso-height-relative:margin" coordsize="13637,5981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">
              <v:group id="Group 5" o:spid="_x0000_s1027" style="position:absolute;width:13637;height:5981" coordsize="13637,59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">
                  <v:imagedata r:id="rId5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">
                  <v:imagedata r:id="rId6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" strokecolor="#e8e8e8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4D98"/>
    <w:multiLevelType w:val="hybridMultilevel"/>
    <w:tmpl w:val="2C82DF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62050"/>
    <w:multiLevelType w:val="multilevel"/>
    <w:tmpl w:val="66EA9B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A6BBE"/>
    <w:multiLevelType w:val="hybridMultilevel"/>
    <w:tmpl w:val="68A4CF6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F67B8"/>
    <w:multiLevelType w:val="multilevel"/>
    <w:tmpl w:val="A7C2558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17A54B6"/>
    <w:multiLevelType w:val="multilevel"/>
    <w:tmpl w:val="F496DA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984936"/>
    <w:multiLevelType w:val="hybridMultilevel"/>
    <w:tmpl w:val="EB4C3F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DB4FE5"/>
    <w:multiLevelType w:val="hybridMultilevel"/>
    <w:tmpl w:val="E16A42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0E507F"/>
    <w:multiLevelType w:val="hybridMultilevel"/>
    <w:tmpl w:val="F468C9A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1A24EF"/>
    <w:multiLevelType w:val="hybridMultilevel"/>
    <w:tmpl w:val="B4D267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6A2890"/>
    <w:multiLevelType w:val="multilevel"/>
    <w:tmpl w:val="16D66C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0376071C"/>
    <w:multiLevelType w:val="hybridMultilevel"/>
    <w:tmpl w:val="68087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C8455A"/>
    <w:multiLevelType w:val="hybridMultilevel"/>
    <w:tmpl w:val="6C9AB7B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FB6DEC"/>
    <w:multiLevelType w:val="multilevel"/>
    <w:tmpl w:val="D0CE119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247691"/>
    <w:multiLevelType w:val="hybridMultilevel"/>
    <w:tmpl w:val="CFB03BE0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08090019" w:tentative="1">
      <w:start w:val="1"/>
      <w:numFmt w:val="lowerLetter"/>
      <w:lvlText w:val="%2."/>
      <w:lvlJc w:val="left"/>
      <w:pPr>
        <w:ind w:left="1831" w:hanging="360"/>
      </w:pPr>
    </w:lvl>
    <w:lvl w:ilvl="2" w:tplc="0809001B" w:tentative="1">
      <w:start w:val="1"/>
      <w:numFmt w:val="lowerRoman"/>
      <w:lvlText w:val="%3."/>
      <w:lvlJc w:val="right"/>
      <w:pPr>
        <w:ind w:left="2551" w:hanging="180"/>
      </w:pPr>
    </w:lvl>
    <w:lvl w:ilvl="3" w:tplc="0809000F">
      <w:start w:val="1"/>
      <w:numFmt w:val="decimal"/>
      <w:lvlText w:val="%4."/>
      <w:lvlJc w:val="left"/>
      <w:pPr>
        <w:ind w:left="3271" w:hanging="360"/>
      </w:pPr>
    </w:lvl>
    <w:lvl w:ilvl="4" w:tplc="08090019" w:tentative="1">
      <w:start w:val="1"/>
      <w:numFmt w:val="lowerLetter"/>
      <w:lvlText w:val="%5."/>
      <w:lvlJc w:val="left"/>
      <w:pPr>
        <w:ind w:left="3991" w:hanging="360"/>
      </w:pPr>
    </w:lvl>
    <w:lvl w:ilvl="5" w:tplc="0809001B" w:tentative="1">
      <w:start w:val="1"/>
      <w:numFmt w:val="lowerRoman"/>
      <w:lvlText w:val="%6."/>
      <w:lvlJc w:val="right"/>
      <w:pPr>
        <w:ind w:left="4711" w:hanging="180"/>
      </w:pPr>
    </w:lvl>
    <w:lvl w:ilvl="6" w:tplc="0809000F" w:tentative="1">
      <w:start w:val="1"/>
      <w:numFmt w:val="decimal"/>
      <w:lvlText w:val="%7."/>
      <w:lvlJc w:val="left"/>
      <w:pPr>
        <w:ind w:left="5431" w:hanging="360"/>
      </w:pPr>
    </w:lvl>
    <w:lvl w:ilvl="7" w:tplc="08090019" w:tentative="1">
      <w:start w:val="1"/>
      <w:numFmt w:val="lowerLetter"/>
      <w:lvlText w:val="%8."/>
      <w:lvlJc w:val="left"/>
      <w:pPr>
        <w:ind w:left="6151" w:hanging="360"/>
      </w:pPr>
    </w:lvl>
    <w:lvl w:ilvl="8" w:tplc="0809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4" w15:restartNumberingAfterBreak="0">
    <w:nsid w:val="04F601FC"/>
    <w:multiLevelType w:val="hybridMultilevel"/>
    <w:tmpl w:val="A288CB1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C5D25"/>
    <w:multiLevelType w:val="hybridMultilevel"/>
    <w:tmpl w:val="B672CF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083770"/>
    <w:multiLevelType w:val="hybridMultilevel"/>
    <w:tmpl w:val="E278994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4F580B"/>
    <w:multiLevelType w:val="hybridMultilevel"/>
    <w:tmpl w:val="1D48A5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7F781E"/>
    <w:multiLevelType w:val="hybridMultilevel"/>
    <w:tmpl w:val="84C03B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B65726"/>
    <w:multiLevelType w:val="hybridMultilevel"/>
    <w:tmpl w:val="01380D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1A4C9F"/>
    <w:multiLevelType w:val="multilevel"/>
    <w:tmpl w:val="24A060D2"/>
    <w:styleLink w:val="CurrentList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" w15:restartNumberingAfterBreak="0">
    <w:nsid w:val="0628687D"/>
    <w:multiLevelType w:val="multilevel"/>
    <w:tmpl w:val="A0B018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629032F"/>
    <w:multiLevelType w:val="multilevel"/>
    <w:tmpl w:val="AB0C67F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06DA041A"/>
    <w:multiLevelType w:val="multilevel"/>
    <w:tmpl w:val="CD6C5EA0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" w15:restartNumberingAfterBreak="0">
    <w:nsid w:val="06DF3F5B"/>
    <w:multiLevelType w:val="hybridMultilevel"/>
    <w:tmpl w:val="144E798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70E65C1"/>
    <w:multiLevelType w:val="multilevel"/>
    <w:tmpl w:val="01C4047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16110B"/>
    <w:multiLevelType w:val="multilevel"/>
    <w:tmpl w:val="ACE42F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5318FD"/>
    <w:multiLevelType w:val="hybridMultilevel"/>
    <w:tmpl w:val="D82EFA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7963B98"/>
    <w:multiLevelType w:val="multilevel"/>
    <w:tmpl w:val="F2007AD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083E6BA6"/>
    <w:multiLevelType w:val="hybridMultilevel"/>
    <w:tmpl w:val="9E6030E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5D03B6"/>
    <w:multiLevelType w:val="multilevel"/>
    <w:tmpl w:val="76A0591C"/>
    <w:lvl w:ilvl="0">
      <w:start w:val="1"/>
      <w:numFmt w:val="decimal"/>
      <w:lvlText w:val="%1."/>
      <w:lvlJc w:val="left"/>
      <w:pPr>
        <w:ind w:left="473" w:hanging="144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897" w:hanging="341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2">
      <w:numFmt w:val="bullet"/>
      <w:lvlText w:val="•"/>
      <w:lvlJc w:val="left"/>
      <w:pPr>
        <w:ind w:left="2007" w:hanging="3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14" w:hanging="3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1" w:hanging="3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29" w:hanging="3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36" w:hanging="3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43" w:hanging="3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0" w:hanging="341"/>
      </w:pPr>
      <w:rPr>
        <w:rFonts w:hint="default"/>
        <w:lang w:val="en-US" w:eastAsia="en-US" w:bidi="ar-SA"/>
      </w:rPr>
    </w:lvl>
  </w:abstractNum>
  <w:abstractNum w:abstractNumId="31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2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EF47B6"/>
    <w:multiLevelType w:val="hybridMultilevel"/>
    <w:tmpl w:val="AC8ACD8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1C75B4"/>
    <w:multiLevelType w:val="hybridMultilevel"/>
    <w:tmpl w:val="E94836B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8368B6"/>
    <w:multiLevelType w:val="hybridMultilevel"/>
    <w:tmpl w:val="944A4F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A9B2080"/>
    <w:multiLevelType w:val="hybridMultilevel"/>
    <w:tmpl w:val="2C42628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0AA9210D"/>
    <w:multiLevelType w:val="multilevel"/>
    <w:tmpl w:val="18EA08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0AB60EB0"/>
    <w:multiLevelType w:val="hybridMultilevel"/>
    <w:tmpl w:val="707006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AC677F8"/>
    <w:multiLevelType w:val="hybridMultilevel"/>
    <w:tmpl w:val="036479E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072DE2"/>
    <w:multiLevelType w:val="hybridMultilevel"/>
    <w:tmpl w:val="E13A2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B457A0F"/>
    <w:multiLevelType w:val="hybridMultilevel"/>
    <w:tmpl w:val="ECE6EE8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BBF5C38"/>
    <w:multiLevelType w:val="hybridMultilevel"/>
    <w:tmpl w:val="8C38E0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D80F01"/>
    <w:multiLevelType w:val="multilevel"/>
    <w:tmpl w:val="0832C0E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0C320FCB"/>
    <w:multiLevelType w:val="hybridMultilevel"/>
    <w:tmpl w:val="07AA60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C500EF8"/>
    <w:multiLevelType w:val="multilevel"/>
    <w:tmpl w:val="F6F0F9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0C9C696A"/>
    <w:multiLevelType w:val="multilevel"/>
    <w:tmpl w:val="D9BC7FB0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47" w15:restartNumberingAfterBreak="0">
    <w:nsid w:val="0D5C44BA"/>
    <w:multiLevelType w:val="hybridMultilevel"/>
    <w:tmpl w:val="D71AADA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0E08043A"/>
    <w:multiLevelType w:val="multilevel"/>
    <w:tmpl w:val="073E13F6"/>
    <w:styleLink w:val="Style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4A6B5E"/>
    <w:multiLevelType w:val="hybridMultilevel"/>
    <w:tmpl w:val="B0204C0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03D31D4"/>
    <w:multiLevelType w:val="hybridMultilevel"/>
    <w:tmpl w:val="1E9E01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0972858"/>
    <w:multiLevelType w:val="hybridMultilevel"/>
    <w:tmpl w:val="9CB0A3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53" w15:restartNumberingAfterBreak="0">
    <w:nsid w:val="109D048E"/>
    <w:multiLevelType w:val="hybridMultilevel"/>
    <w:tmpl w:val="EA320B8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0A24E85"/>
    <w:multiLevelType w:val="hybridMultilevel"/>
    <w:tmpl w:val="D6D8BA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F54603"/>
    <w:multiLevelType w:val="multilevel"/>
    <w:tmpl w:val="D2CEC8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12F5A37"/>
    <w:multiLevelType w:val="multilevel"/>
    <w:tmpl w:val="150CD1D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3C0100"/>
    <w:multiLevelType w:val="multilevel"/>
    <w:tmpl w:val="D28A951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14E66FD4"/>
    <w:multiLevelType w:val="multilevel"/>
    <w:tmpl w:val="B2DAF8A2"/>
    <w:styleLink w:val="CurrentList4"/>
    <w:lvl w:ilvl="0">
      <w:start w:val="1"/>
      <w:numFmt w:val="decimal"/>
      <w:lvlText w:val="%1."/>
      <w:lvlJc w:val="left"/>
      <w:pPr>
        <w:ind w:left="1050" w:hanging="1050"/>
      </w:pPr>
      <w:rPr>
        <w:rFonts w:ascii="Oswald SemiBold" w:hAnsi="Oswald SemiBold" w:hint="default"/>
        <w:b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59" w15:restartNumberingAfterBreak="0">
    <w:nsid w:val="14F7784B"/>
    <w:multiLevelType w:val="multilevel"/>
    <w:tmpl w:val="BE1E00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5017A32"/>
    <w:multiLevelType w:val="hybridMultilevel"/>
    <w:tmpl w:val="28F48B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50478D4"/>
    <w:multiLevelType w:val="hybridMultilevel"/>
    <w:tmpl w:val="7FB6D57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5436A49"/>
    <w:multiLevelType w:val="multilevel"/>
    <w:tmpl w:val="8E2A87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5DD060F"/>
    <w:multiLevelType w:val="hybridMultilevel"/>
    <w:tmpl w:val="3D4E268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604512D"/>
    <w:multiLevelType w:val="multilevel"/>
    <w:tmpl w:val="77E62E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78B6A89"/>
    <w:multiLevelType w:val="multilevel"/>
    <w:tmpl w:val="F06CEB5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7971F6D"/>
    <w:multiLevelType w:val="hybridMultilevel"/>
    <w:tmpl w:val="872C479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7A01995"/>
    <w:multiLevelType w:val="hybridMultilevel"/>
    <w:tmpl w:val="F44C89CC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17A83AF8"/>
    <w:multiLevelType w:val="multilevel"/>
    <w:tmpl w:val="4C7232B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7AA7FD0"/>
    <w:multiLevelType w:val="hybridMultilevel"/>
    <w:tmpl w:val="2C2C13A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8DA1490"/>
    <w:multiLevelType w:val="hybridMultilevel"/>
    <w:tmpl w:val="CB5ADF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E000C8"/>
    <w:multiLevelType w:val="hybridMultilevel"/>
    <w:tmpl w:val="1F44E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939585D"/>
    <w:multiLevelType w:val="multilevel"/>
    <w:tmpl w:val="05640A8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A2F3F55"/>
    <w:multiLevelType w:val="hybridMultilevel"/>
    <w:tmpl w:val="BB228B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ABF41D4"/>
    <w:multiLevelType w:val="hybridMultilevel"/>
    <w:tmpl w:val="3072DD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B583683"/>
    <w:multiLevelType w:val="hybridMultilevel"/>
    <w:tmpl w:val="9766AD1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8" w15:restartNumberingAfterBreak="0">
    <w:nsid w:val="1BB51B76"/>
    <w:multiLevelType w:val="multilevel"/>
    <w:tmpl w:val="E586D0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BC62E93"/>
    <w:multiLevelType w:val="hybridMultilevel"/>
    <w:tmpl w:val="765E84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7E3D80"/>
    <w:multiLevelType w:val="multilevel"/>
    <w:tmpl w:val="7AE408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1CD13F0A"/>
    <w:multiLevelType w:val="multilevel"/>
    <w:tmpl w:val="4E5CB6E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D1A379A"/>
    <w:multiLevelType w:val="multilevel"/>
    <w:tmpl w:val="2F38CB5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D7B2FAA"/>
    <w:multiLevelType w:val="hybridMultilevel"/>
    <w:tmpl w:val="5D18E33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D980C39"/>
    <w:multiLevelType w:val="hybridMultilevel"/>
    <w:tmpl w:val="FF146C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DB14025"/>
    <w:multiLevelType w:val="hybridMultilevel"/>
    <w:tmpl w:val="5686AF3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86" w15:restartNumberingAfterBreak="0">
    <w:nsid w:val="1DB5504C"/>
    <w:multiLevelType w:val="hybridMultilevel"/>
    <w:tmpl w:val="94F02624"/>
    <w:lvl w:ilvl="0" w:tplc="218C8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E6A79B6"/>
    <w:multiLevelType w:val="hybridMultilevel"/>
    <w:tmpl w:val="808AC5D2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FFFFFFFF" w:tentative="1">
      <w:start w:val="1"/>
      <w:numFmt w:val="lowerLetter"/>
      <w:lvlText w:val="%2."/>
      <w:lvlJc w:val="left"/>
      <w:pPr>
        <w:ind w:left="1831" w:hanging="360"/>
      </w:pPr>
    </w:lvl>
    <w:lvl w:ilvl="2" w:tplc="FFFFFFFF" w:tentative="1">
      <w:start w:val="1"/>
      <w:numFmt w:val="lowerRoman"/>
      <w:lvlText w:val="%3."/>
      <w:lvlJc w:val="right"/>
      <w:pPr>
        <w:ind w:left="2551" w:hanging="180"/>
      </w:pPr>
    </w:lvl>
    <w:lvl w:ilvl="3" w:tplc="FFFFFFFF" w:tentative="1">
      <w:start w:val="1"/>
      <w:numFmt w:val="decimal"/>
      <w:lvlText w:val="%4."/>
      <w:lvlJc w:val="left"/>
      <w:pPr>
        <w:ind w:left="3271" w:hanging="360"/>
      </w:pPr>
    </w:lvl>
    <w:lvl w:ilvl="4" w:tplc="FFFFFFFF" w:tentative="1">
      <w:start w:val="1"/>
      <w:numFmt w:val="lowerLetter"/>
      <w:lvlText w:val="%5."/>
      <w:lvlJc w:val="left"/>
      <w:pPr>
        <w:ind w:left="3991" w:hanging="360"/>
      </w:pPr>
    </w:lvl>
    <w:lvl w:ilvl="5" w:tplc="FFFFFFFF" w:tentative="1">
      <w:start w:val="1"/>
      <w:numFmt w:val="lowerRoman"/>
      <w:lvlText w:val="%6."/>
      <w:lvlJc w:val="right"/>
      <w:pPr>
        <w:ind w:left="4711" w:hanging="180"/>
      </w:pPr>
    </w:lvl>
    <w:lvl w:ilvl="6" w:tplc="FFFFFFFF" w:tentative="1">
      <w:start w:val="1"/>
      <w:numFmt w:val="decimal"/>
      <w:lvlText w:val="%7."/>
      <w:lvlJc w:val="left"/>
      <w:pPr>
        <w:ind w:left="5431" w:hanging="360"/>
      </w:pPr>
    </w:lvl>
    <w:lvl w:ilvl="7" w:tplc="FFFFFFFF" w:tentative="1">
      <w:start w:val="1"/>
      <w:numFmt w:val="lowerLetter"/>
      <w:lvlText w:val="%8."/>
      <w:lvlJc w:val="left"/>
      <w:pPr>
        <w:ind w:left="6151" w:hanging="360"/>
      </w:pPr>
    </w:lvl>
    <w:lvl w:ilvl="8" w:tplc="FFFFFFFF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88" w15:restartNumberingAfterBreak="0">
    <w:nsid w:val="1EB24651"/>
    <w:multiLevelType w:val="hybridMultilevel"/>
    <w:tmpl w:val="D0D2C4EC"/>
    <w:lvl w:ilvl="0" w:tplc="0414001B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1ECF2AC2"/>
    <w:multiLevelType w:val="hybridMultilevel"/>
    <w:tmpl w:val="3CE477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EE14478"/>
    <w:multiLevelType w:val="hybridMultilevel"/>
    <w:tmpl w:val="5AE0DD8A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1F152487"/>
    <w:multiLevelType w:val="hybridMultilevel"/>
    <w:tmpl w:val="E8C695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754B5A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1F3C7309"/>
    <w:multiLevelType w:val="multilevel"/>
    <w:tmpl w:val="084E021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94" w15:restartNumberingAfterBreak="0">
    <w:nsid w:val="1F3D3195"/>
    <w:multiLevelType w:val="multilevel"/>
    <w:tmpl w:val="73F02D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05104C2"/>
    <w:multiLevelType w:val="hybridMultilevel"/>
    <w:tmpl w:val="4C581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0AD36A4"/>
    <w:multiLevelType w:val="multilevel"/>
    <w:tmpl w:val="0024B52A"/>
    <w:styleLink w:val="CurrentList3"/>
    <w:lvl w:ilvl="0">
      <w:start w:val="1"/>
      <w:numFmt w:val="decimal"/>
      <w:lvlText w:val="%1."/>
      <w:lvlJc w:val="left"/>
      <w:pPr>
        <w:ind w:left="1050" w:hanging="360"/>
      </w:pPr>
      <w:rPr>
        <w:rFonts w:ascii="Oswald SemiBold" w:hAnsi="Oswald SemiBold" w:hint="default"/>
        <w:b/>
        <w:i w:val="0"/>
        <w:color w:val="00548E" w:themeColor="accent1"/>
        <w:sz w:val="36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97" w15:restartNumberingAfterBreak="0">
    <w:nsid w:val="21207AE7"/>
    <w:multiLevelType w:val="multilevel"/>
    <w:tmpl w:val="45D8C6B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8" w15:restartNumberingAfterBreak="0">
    <w:nsid w:val="226A6F45"/>
    <w:multiLevelType w:val="multilevel"/>
    <w:tmpl w:val="C4823D0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2FC613D"/>
    <w:multiLevelType w:val="multilevel"/>
    <w:tmpl w:val="F580D7F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31C34A2"/>
    <w:multiLevelType w:val="hybridMultilevel"/>
    <w:tmpl w:val="0AA4B9DE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01" w15:restartNumberingAfterBreak="0">
    <w:nsid w:val="23BD3DFE"/>
    <w:multiLevelType w:val="hybridMultilevel"/>
    <w:tmpl w:val="BCF6BD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3D844BB"/>
    <w:multiLevelType w:val="multilevel"/>
    <w:tmpl w:val="BBB48198"/>
    <w:styleLink w:val="Style7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41746C3"/>
    <w:multiLevelType w:val="hybridMultilevel"/>
    <w:tmpl w:val="5F3A997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4330466"/>
    <w:multiLevelType w:val="hybridMultilevel"/>
    <w:tmpl w:val="BB60F3F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4755324"/>
    <w:multiLevelType w:val="multilevel"/>
    <w:tmpl w:val="1E028E3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53F26EC"/>
    <w:multiLevelType w:val="multilevel"/>
    <w:tmpl w:val="7E0AC0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63E59AB"/>
    <w:multiLevelType w:val="hybridMultilevel"/>
    <w:tmpl w:val="D418331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7662DFF"/>
    <w:multiLevelType w:val="multilevel"/>
    <w:tmpl w:val="91DC386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0" w15:restartNumberingAfterBreak="0">
    <w:nsid w:val="280913BF"/>
    <w:multiLevelType w:val="multilevel"/>
    <w:tmpl w:val="C41012D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3006BB"/>
    <w:multiLevelType w:val="multilevel"/>
    <w:tmpl w:val="5ACA884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2" w15:restartNumberingAfterBreak="0">
    <w:nsid w:val="287D06C1"/>
    <w:multiLevelType w:val="hybridMultilevel"/>
    <w:tmpl w:val="51966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8C545F0"/>
    <w:multiLevelType w:val="hybridMultilevel"/>
    <w:tmpl w:val="549675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065D5E"/>
    <w:multiLevelType w:val="hybridMultilevel"/>
    <w:tmpl w:val="EE0839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181DC1"/>
    <w:multiLevelType w:val="hybridMultilevel"/>
    <w:tmpl w:val="8E46A7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313" w:hanging="360"/>
      </w:pPr>
    </w:lvl>
    <w:lvl w:ilvl="2" w:tplc="FFFFFFFF" w:tentative="1">
      <w:start w:val="1"/>
      <w:numFmt w:val="lowerRoman"/>
      <w:lvlText w:val="%3."/>
      <w:lvlJc w:val="right"/>
      <w:pPr>
        <w:ind w:left="3033" w:hanging="180"/>
      </w:pPr>
    </w:lvl>
    <w:lvl w:ilvl="3" w:tplc="FFFFFFFF" w:tentative="1">
      <w:start w:val="1"/>
      <w:numFmt w:val="decimal"/>
      <w:lvlText w:val="%4."/>
      <w:lvlJc w:val="left"/>
      <w:pPr>
        <w:ind w:left="3753" w:hanging="360"/>
      </w:pPr>
    </w:lvl>
    <w:lvl w:ilvl="4" w:tplc="FFFFFFFF" w:tentative="1">
      <w:start w:val="1"/>
      <w:numFmt w:val="lowerLetter"/>
      <w:lvlText w:val="%5."/>
      <w:lvlJc w:val="left"/>
      <w:pPr>
        <w:ind w:left="4473" w:hanging="360"/>
      </w:pPr>
    </w:lvl>
    <w:lvl w:ilvl="5" w:tplc="FFFFFFFF" w:tentative="1">
      <w:start w:val="1"/>
      <w:numFmt w:val="lowerRoman"/>
      <w:lvlText w:val="%6."/>
      <w:lvlJc w:val="right"/>
      <w:pPr>
        <w:ind w:left="5193" w:hanging="180"/>
      </w:pPr>
    </w:lvl>
    <w:lvl w:ilvl="6" w:tplc="FFFFFFFF" w:tentative="1">
      <w:start w:val="1"/>
      <w:numFmt w:val="decimal"/>
      <w:lvlText w:val="%7."/>
      <w:lvlJc w:val="left"/>
      <w:pPr>
        <w:ind w:left="5913" w:hanging="360"/>
      </w:pPr>
    </w:lvl>
    <w:lvl w:ilvl="7" w:tplc="FFFFFFFF" w:tentative="1">
      <w:start w:val="1"/>
      <w:numFmt w:val="lowerLetter"/>
      <w:lvlText w:val="%8."/>
      <w:lvlJc w:val="left"/>
      <w:pPr>
        <w:ind w:left="6633" w:hanging="360"/>
      </w:pPr>
    </w:lvl>
    <w:lvl w:ilvl="8" w:tplc="FFFFFFFF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116" w15:restartNumberingAfterBreak="0">
    <w:nsid w:val="2A414328"/>
    <w:multiLevelType w:val="multilevel"/>
    <w:tmpl w:val="F9F6FF2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B214513"/>
    <w:multiLevelType w:val="hybridMultilevel"/>
    <w:tmpl w:val="E2160BD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BDF393D"/>
    <w:multiLevelType w:val="hybridMultilevel"/>
    <w:tmpl w:val="019E78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0" w15:restartNumberingAfterBreak="0">
    <w:nsid w:val="2C1A185C"/>
    <w:multiLevelType w:val="hybridMultilevel"/>
    <w:tmpl w:val="BAE2F53E"/>
    <w:lvl w:ilvl="0" w:tplc="0809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44" w:hanging="360"/>
      </w:pPr>
    </w:lvl>
    <w:lvl w:ilvl="2" w:tplc="FFFFFFFF" w:tentative="1">
      <w:start w:val="1"/>
      <w:numFmt w:val="lowerRoman"/>
      <w:lvlText w:val="%3."/>
      <w:lvlJc w:val="right"/>
      <w:pPr>
        <w:ind w:left="2564" w:hanging="180"/>
      </w:pPr>
    </w:lvl>
    <w:lvl w:ilvl="3" w:tplc="FFFFFFFF" w:tentative="1">
      <w:start w:val="1"/>
      <w:numFmt w:val="decimal"/>
      <w:lvlText w:val="%4."/>
      <w:lvlJc w:val="left"/>
      <w:pPr>
        <w:ind w:left="3284" w:hanging="360"/>
      </w:pPr>
    </w:lvl>
    <w:lvl w:ilvl="4" w:tplc="FFFFFFFF" w:tentative="1">
      <w:start w:val="1"/>
      <w:numFmt w:val="lowerLetter"/>
      <w:lvlText w:val="%5."/>
      <w:lvlJc w:val="left"/>
      <w:pPr>
        <w:ind w:left="4004" w:hanging="360"/>
      </w:pPr>
    </w:lvl>
    <w:lvl w:ilvl="5" w:tplc="FFFFFFFF" w:tentative="1">
      <w:start w:val="1"/>
      <w:numFmt w:val="lowerRoman"/>
      <w:lvlText w:val="%6."/>
      <w:lvlJc w:val="right"/>
      <w:pPr>
        <w:ind w:left="4724" w:hanging="180"/>
      </w:pPr>
    </w:lvl>
    <w:lvl w:ilvl="6" w:tplc="FFFFFFFF" w:tentative="1">
      <w:start w:val="1"/>
      <w:numFmt w:val="decimal"/>
      <w:lvlText w:val="%7."/>
      <w:lvlJc w:val="left"/>
      <w:pPr>
        <w:ind w:left="5444" w:hanging="360"/>
      </w:pPr>
    </w:lvl>
    <w:lvl w:ilvl="7" w:tplc="FFFFFFFF" w:tentative="1">
      <w:start w:val="1"/>
      <w:numFmt w:val="lowerLetter"/>
      <w:lvlText w:val="%8."/>
      <w:lvlJc w:val="left"/>
      <w:pPr>
        <w:ind w:left="6164" w:hanging="360"/>
      </w:pPr>
    </w:lvl>
    <w:lvl w:ilvl="8" w:tplc="FFFFFFFF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121" w15:restartNumberingAfterBreak="0">
    <w:nsid w:val="2C1F5B21"/>
    <w:multiLevelType w:val="hybridMultilevel"/>
    <w:tmpl w:val="6C7060C0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22" w15:restartNumberingAfterBreak="0">
    <w:nsid w:val="2D0C6C5D"/>
    <w:multiLevelType w:val="hybridMultilevel"/>
    <w:tmpl w:val="F5904B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2D2E7520"/>
    <w:multiLevelType w:val="multilevel"/>
    <w:tmpl w:val="CC0C78A2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4" w15:restartNumberingAfterBreak="0">
    <w:nsid w:val="2F9F2BD8"/>
    <w:multiLevelType w:val="multilevel"/>
    <w:tmpl w:val="6A58184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5" w15:restartNumberingAfterBreak="0">
    <w:nsid w:val="2FAF7F08"/>
    <w:multiLevelType w:val="multilevel"/>
    <w:tmpl w:val="517211E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6" w15:restartNumberingAfterBreak="0">
    <w:nsid w:val="2FE071B1"/>
    <w:multiLevelType w:val="multilevel"/>
    <w:tmpl w:val="B31CDFC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7" w15:restartNumberingAfterBreak="0">
    <w:nsid w:val="30660305"/>
    <w:multiLevelType w:val="multilevel"/>
    <w:tmpl w:val="AB7679B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081017F"/>
    <w:multiLevelType w:val="hybridMultilevel"/>
    <w:tmpl w:val="958E019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9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30" w15:restartNumberingAfterBreak="0">
    <w:nsid w:val="30B5455D"/>
    <w:multiLevelType w:val="hybridMultilevel"/>
    <w:tmpl w:val="E62A572C"/>
    <w:lvl w:ilvl="0" w:tplc="0414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1" w15:restartNumberingAfterBreak="0">
    <w:nsid w:val="30C81EE8"/>
    <w:multiLevelType w:val="multilevel"/>
    <w:tmpl w:val="D91ECD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0E17180"/>
    <w:multiLevelType w:val="hybridMultilevel"/>
    <w:tmpl w:val="343074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1584CB0"/>
    <w:multiLevelType w:val="multilevel"/>
    <w:tmpl w:val="5A2EFA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18C162F"/>
    <w:multiLevelType w:val="hybridMultilevel"/>
    <w:tmpl w:val="61FEB2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29F30D8"/>
    <w:multiLevelType w:val="multilevel"/>
    <w:tmpl w:val="9580DED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3197CDD"/>
    <w:multiLevelType w:val="hybridMultilevel"/>
    <w:tmpl w:val="2C949C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35D3E5A"/>
    <w:multiLevelType w:val="multilevel"/>
    <w:tmpl w:val="24A060D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138" w15:restartNumberingAfterBreak="0">
    <w:nsid w:val="337962D2"/>
    <w:multiLevelType w:val="multilevel"/>
    <w:tmpl w:val="5BE244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3797396"/>
    <w:multiLevelType w:val="hybridMultilevel"/>
    <w:tmpl w:val="C808866C"/>
    <w:lvl w:ilvl="0" w:tplc="7BA4D4EE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38126B8"/>
    <w:multiLevelType w:val="hybridMultilevel"/>
    <w:tmpl w:val="5D2CD6F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upp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3BF738F"/>
    <w:multiLevelType w:val="multilevel"/>
    <w:tmpl w:val="BCA6E25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C65EF4"/>
    <w:multiLevelType w:val="hybridMultilevel"/>
    <w:tmpl w:val="A81814D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5D0227D"/>
    <w:multiLevelType w:val="hybridMultilevel"/>
    <w:tmpl w:val="3BEE7FC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6214923"/>
    <w:multiLevelType w:val="multilevel"/>
    <w:tmpl w:val="575CE68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65817A4"/>
    <w:multiLevelType w:val="hybridMultilevel"/>
    <w:tmpl w:val="D4D6C91C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63" w:hanging="360"/>
      </w:pPr>
    </w:lvl>
    <w:lvl w:ilvl="2" w:tplc="FFFFFFFF" w:tentative="1">
      <w:start w:val="1"/>
      <w:numFmt w:val="lowerRoman"/>
      <w:lvlText w:val="%3."/>
      <w:lvlJc w:val="right"/>
      <w:pPr>
        <w:ind w:left="2583" w:hanging="180"/>
      </w:pPr>
    </w:lvl>
    <w:lvl w:ilvl="3" w:tplc="FFFFFFFF" w:tentative="1">
      <w:start w:val="1"/>
      <w:numFmt w:val="decimal"/>
      <w:lvlText w:val="%4."/>
      <w:lvlJc w:val="left"/>
      <w:pPr>
        <w:ind w:left="3303" w:hanging="360"/>
      </w:pPr>
    </w:lvl>
    <w:lvl w:ilvl="4" w:tplc="FFFFFFFF" w:tentative="1">
      <w:start w:val="1"/>
      <w:numFmt w:val="lowerLetter"/>
      <w:lvlText w:val="%5."/>
      <w:lvlJc w:val="left"/>
      <w:pPr>
        <w:ind w:left="4023" w:hanging="360"/>
      </w:pPr>
    </w:lvl>
    <w:lvl w:ilvl="5" w:tplc="FFFFFFFF" w:tentative="1">
      <w:start w:val="1"/>
      <w:numFmt w:val="lowerRoman"/>
      <w:lvlText w:val="%6."/>
      <w:lvlJc w:val="right"/>
      <w:pPr>
        <w:ind w:left="4743" w:hanging="180"/>
      </w:pPr>
    </w:lvl>
    <w:lvl w:ilvl="6" w:tplc="FFFFFFFF" w:tentative="1">
      <w:start w:val="1"/>
      <w:numFmt w:val="decimal"/>
      <w:lvlText w:val="%7."/>
      <w:lvlJc w:val="left"/>
      <w:pPr>
        <w:ind w:left="5463" w:hanging="360"/>
      </w:pPr>
    </w:lvl>
    <w:lvl w:ilvl="7" w:tplc="FFFFFFFF" w:tentative="1">
      <w:start w:val="1"/>
      <w:numFmt w:val="lowerLetter"/>
      <w:lvlText w:val="%8."/>
      <w:lvlJc w:val="left"/>
      <w:pPr>
        <w:ind w:left="6183" w:hanging="360"/>
      </w:pPr>
    </w:lvl>
    <w:lvl w:ilvl="8" w:tplc="FFFFFFFF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6" w15:restartNumberingAfterBreak="0">
    <w:nsid w:val="36755E0A"/>
    <w:multiLevelType w:val="hybridMultilevel"/>
    <w:tmpl w:val="0E1A783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1115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69C4B2B"/>
    <w:multiLevelType w:val="hybridMultilevel"/>
    <w:tmpl w:val="0F62801E"/>
    <w:lvl w:ilvl="0" w:tplc="3076A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6A47D1E"/>
    <w:multiLevelType w:val="hybridMultilevel"/>
    <w:tmpl w:val="D13C90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78B66B9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757375E"/>
    <w:multiLevelType w:val="multilevel"/>
    <w:tmpl w:val="BAB8D87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0" w15:restartNumberingAfterBreak="0">
    <w:nsid w:val="37951A7B"/>
    <w:multiLevelType w:val="multilevel"/>
    <w:tmpl w:val="969C52DE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51" w15:restartNumberingAfterBreak="0">
    <w:nsid w:val="37A326DF"/>
    <w:multiLevelType w:val="multilevel"/>
    <w:tmpl w:val="886075F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80B43BF"/>
    <w:multiLevelType w:val="multilevel"/>
    <w:tmpl w:val="25F475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385E31D6"/>
    <w:multiLevelType w:val="hybridMultilevel"/>
    <w:tmpl w:val="1338A4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87A5CFA"/>
    <w:multiLevelType w:val="hybridMultilevel"/>
    <w:tmpl w:val="58924B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8D44984"/>
    <w:multiLevelType w:val="hybridMultilevel"/>
    <w:tmpl w:val="58FE9E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8E97AFF"/>
    <w:multiLevelType w:val="hybridMultilevel"/>
    <w:tmpl w:val="AD8096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38FE2E8B"/>
    <w:multiLevelType w:val="hybridMultilevel"/>
    <w:tmpl w:val="64CA363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39801062"/>
    <w:multiLevelType w:val="hybridMultilevel"/>
    <w:tmpl w:val="3E1879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59" w15:restartNumberingAfterBreak="0">
    <w:nsid w:val="3A326014"/>
    <w:multiLevelType w:val="hybridMultilevel"/>
    <w:tmpl w:val="A176D41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3A840D0E"/>
    <w:multiLevelType w:val="hybridMultilevel"/>
    <w:tmpl w:val="49689A30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1" w15:restartNumberingAfterBreak="0">
    <w:nsid w:val="3A8946EE"/>
    <w:multiLevelType w:val="hybridMultilevel"/>
    <w:tmpl w:val="96D6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3A906FE5"/>
    <w:multiLevelType w:val="hybridMultilevel"/>
    <w:tmpl w:val="1E285C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3B7C3269"/>
    <w:multiLevelType w:val="multilevel"/>
    <w:tmpl w:val="13CE2E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3C507BE9"/>
    <w:multiLevelType w:val="hybridMultilevel"/>
    <w:tmpl w:val="32A68512"/>
    <w:lvl w:ilvl="0" w:tplc="FFFFFFFF">
      <w:start w:val="1"/>
      <w:numFmt w:val="lowerRoman"/>
      <w:lvlText w:val="%1."/>
      <w:lvlJc w:val="righ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5" w15:restartNumberingAfterBreak="0">
    <w:nsid w:val="3CC63CC6"/>
    <w:multiLevelType w:val="hybridMultilevel"/>
    <w:tmpl w:val="78BAF7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3D2C01FD"/>
    <w:multiLevelType w:val="multilevel"/>
    <w:tmpl w:val="5D1463C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3E1A342E"/>
    <w:multiLevelType w:val="hybridMultilevel"/>
    <w:tmpl w:val="447226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3E55028F"/>
    <w:multiLevelType w:val="hybridMultilevel"/>
    <w:tmpl w:val="658AB5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E7302E9"/>
    <w:multiLevelType w:val="multilevel"/>
    <w:tmpl w:val="2AB602B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0" w15:restartNumberingAfterBreak="0">
    <w:nsid w:val="3F055CA9"/>
    <w:multiLevelType w:val="multilevel"/>
    <w:tmpl w:val="6C5EAB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1" w15:restartNumberingAfterBreak="0">
    <w:nsid w:val="3F722A89"/>
    <w:multiLevelType w:val="multilevel"/>
    <w:tmpl w:val="637CF1B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F72438F"/>
    <w:multiLevelType w:val="hybridMultilevel"/>
    <w:tmpl w:val="F182C802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3" w15:restartNumberingAfterBreak="0">
    <w:nsid w:val="3F862E28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0CC0D0C"/>
    <w:multiLevelType w:val="multilevel"/>
    <w:tmpl w:val="0F0A7166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5" w15:restartNumberingAfterBreak="0">
    <w:nsid w:val="40E25C95"/>
    <w:multiLevelType w:val="hybridMultilevel"/>
    <w:tmpl w:val="24D086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0FD78F9"/>
    <w:multiLevelType w:val="multilevel"/>
    <w:tmpl w:val="F4805E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115172E"/>
    <w:multiLevelType w:val="hybridMultilevel"/>
    <w:tmpl w:val="C3BA60A2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8" w15:restartNumberingAfterBreak="0">
    <w:nsid w:val="427E1E11"/>
    <w:multiLevelType w:val="hybridMultilevel"/>
    <w:tmpl w:val="F8906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2A4484D"/>
    <w:multiLevelType w:val="hybridMultilevel"/>
    <w:tmpl w:val="49084B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2AC06C7"/>
    <w:multiLevelType w:val="multilevel"/>
    <w:tmpl w:val="3D88E0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2B56A3A"/>
    <w:multiLevelType w:val="hybridMultilevel"/>
    <w:tmpl w:val="518E2A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35265A0"/>
    <w:multiLevelType w:val="hybridMultilevel"/>
    <w:tmpl w:val="D5802EB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36D6B5B"/>
    <w:multiLevelType w:val="hybridMultilevel"/>
    <w:tmpl w:val="AF46B26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37237B0"/>
    <w:multiLevelType w:val="hybridMultilevel"/>
    <w:tmpl w:val="99FE4B0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3EA189E"/>
    <w:multiLevelType w:val="hybridMultilevel"/>
    <w:tmpl w:val="E9AAC22C"/>
    <w:lvl w:ilvl="0" w:tplc="08090001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03" w:hanging="360"/>
      </w:pPr>
    </w:lvl>
    <w:lvl w:ilvl="2" w:tplc="FFFFFFFF" w:tentative="1">
      <w:start w:val="1"/>
      <w:numFmt w:val="lowerRoman"/>
      <w:lvlText w:val="%3."/>
      <w:lvlJc w:val="right"/>
      <w:pPr>
        <w:ind w:left="2823" w:hanging="180"/>
      </w:pPr>
    </w:lvl>
    <w:lvl w:ilvl="3" w:tplc="FFFFFFFF" w:tentative="1">
      <w:start w:val="1"/>
      <w:numFmt w:val="decimal"/>
      <w:lvlText w:val="%4."/>
      <w:lvlJc w:val="left"/>
      <w:pPr>
        <w:ind w:left="3543" w:hanging="360"/>
      </w:pPr>
    </w:lvl>
    <w:lvl w:ilvl="4" w:tplc="FFFFFFFF" w:tentative="1">
      <w:start w:val="1"/>
      <w:numFmt w:val="lowerLetter"/>
      <w:lvlText w:val="%5."/>
      <w:lvlJc w:val="left"/>
      <w:pPr>
        <w:ind w:left="4263" w:hanging="360"/>
      </w:pPr>
    </w:lvl>
    <w:lvl w:ilvl="5" w:tplc="FFFFFFFF" w:tentative="1">
      <w:start w:val="1"/>
      <w:numFmt w:val="lowerRoman"/>
      <w:lvlText w:val="%6."/>
      <w:lvlJc w:val="right"/>
      <w:pPr>
        <w:ind w:left="4983" w:hanging="180"/>
      </w:pPr>
    </w:lvl>
    <w:lvl w:ilvl="6" w:tplc="FFFFFFFF" w:tentative="1">
      <w:start w:val="1"/>
      <w:numFmt w:val="decimal"/>
      <w:lvlText w:val="%7."/>
      <w:lvlJc w:val="left"/>
      <w:pPr>
        <w:ind w:left="5703" w:hanging="360"/>
      </w:pPr>
    </w:lvl>
    <w:lvl w:ilvl="7" w:tplc="FFFFFFFF" w:tentative="1">
      <w:start w:val="1"/>
      <w:numFmt w:val="lowerLetter"/>
      <w:lvlText w:val="%8."/>
      <w:lvlJc w:val="left"/>
      <w:pPr>
        <w:ind w:left="6423" w:hanging="360"/>
      </w:pPr>
    </w:lvl>
    <w:lvl w:ilvl="8" w:tplc="FFFFFFFF" w:tentative="1">
      <w:start w:val="1"/>
      <w:numFmt w:val="lowerRoman"/>
      <w:lvlText w:val="%9."/>
      <w:lvlJc w:val="right"/>
      <w:pPr>
        <w:ind w:left="7143" w:hanging="180"/>
      </w:pPr>
    </w:lvl>
  </w:abstractNum>
  <w:abstractNum w:abstractNumId="186" w15:restartNumberingAfterBreak="0">
    <w:nsid w:val="442F14B4"/>
    <w:multiLevelType w:val="hybridMultilevel"/>
    <w:tmpl w:val="0B1C92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8" w15:restartNumberingAfterBreak="0">
    <w:nsid w:val="453D714F"/>
    <w:multiLevelType w:val="multilevel"/>
    <w:tmpl w:val="566830E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89" w15:restartNumberingAfterBreak="0">
    <w:nsid w:val="456A38F0"/>
    <w:multiLevelType w:val="hybridMultilevel"/>
    <w:tmpl w:val="9C948AE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45B86784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1" w15:restartNumberingAfterBreak="0">
    <w:nsid w:val="45D363FC"/>
    <w:multiLevelType w:val="hybridMultilevel"/>
    <w:tmpl w:val="C1FC5D5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46307023"/>
    <w:multiLevelType w:val="hybridMultilevel"/>
    <w:tmpl w:val="D7686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93" w15:restartNumberingAfterBreak="0">
    <w:nsid w:val="46556548"/>
    <w:multiLevelType w:val="multilevel"/>
    <w:tmpl w:val="9856C7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465A3D32"/>
    <w:multiLevelType w:val="multilevel"/>
    <w:tmpl w:val="4A76E7C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66965F2"/>
    <w:multiLevelType w:val="hybridMultilevel"/>
    <w:tmpl w:val="935CB5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468228D3"/>
    <w:multiLevelType w:val="hybridMultilevel"/>
    <w:tmpl w:val="A6E64A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7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98" w15:restartNumberingAfterBreak="0">
    <w:nsid w:val="46AB4873"/>
    <w:multiLevelType w:val="multilevel"/>
    <w:tmpl w:val="9CF6F6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9" w15:restartNumberingAfterBreak="0">
    <w:nsid w:val="4798663B"/>
    <w:multiLevelType w:val="multilevel"/>
    <w:tmpl w:val="486E08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47BF36A9"/>
    <w:multiLevelType w:val="hybridMultilevel"/>
    <w:tmpl w:val="E946D7C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02" w15:restartNumberingAfterBreak="0">
    <w:nsid w:val="48106433"/>
    <w:multiLevelType w:val="multilevel"/>
    <w:tmpl w:val="90520A1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3" w15:restartNumberingAfterBreak="0">
    <w:nsid w:val="481D5281"/>
    <w:multiLevelType w:val="hybridMultilevel"/>
    <w:tmpl w:val="0A885526"/>
    <w:lvl w:ilvl="0" w:tplc="C65089B4">
      <w:start w:val="1"/>
      <w:numFmt w:val="decimal"/>
      <w:pStyle w:val="Newnormal"/>
      <w:lvlText w:val="%1."/>
      <w:lvlJc w:val="left"/>
      <w:pPr>
        <w:ind w:left="1080" w:hanging="360"/>
      </w:pPr>
      <w:rPr>
        <w:rFonts w:hint="default"/>
        <w:color w:val="A3D8FF" w:themeColor="text1" w:themeTint="4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4" w15:restartNumberingAfterBreak="0">
    <w:nsid w:val="485F1E9B"/>
    <w:multiLevelType w:val="multilevel"/>
    <w:tmpl w:val="1A10369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4886012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06" w15:restartNumberingAfterBreak="0">
    <w:nsid w:val="48F645AE"/>
    <w:multiLevelType w:val="hybridMultilevel"/>
    <w:tmpl w:val="FC981D1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490A39AF"/>
    <w:multiLevelType w:val="multilevel"/>
    <w:tmpl w:val="4620C5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494E6F35"/>
    <w:multiLevelType w:val="multilevel"/>
    <w:tmpl w:val="D5688FA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09" w15:restartNumberingAfterBreak="0">
    <w:nsid w:val="4A265F3A"/>
    <w:multiLevelType w:val="hybridMultilevel"/>
    <w:tmpl w:val="C0400CF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4A3D5B26"/>
    <w:multiLevelType w:val="multilevel"/>
    <w:tmpl w:val="7D4EA3E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11" w15:restartNumberingAfterBreak="0">
    <w:nsid w:val="4A571D0C"/>
    <w:multiLevelType w:val="multilevel"/>
    <w:tmpl w:val="F5A686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4A765E0B"/>
    <w:multiLevelType w:val="hybridMultilevel"/>
    <w:tmpl w:val="0CD6C9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4AA3261D"/>
    <w:multiLevelType w:val="multilevel"/>
    <w:tmpl w:val="04CC70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4B12232C"/>
    <w:multiLevelType w:val="multilevel"/>
    <w:tmpl w:val="74AEBAF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B1C3329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16" w15:restartNumberingAfterBreak="0">
    <w:nsid w:val="4B397FA0"/>
    <w:multiLevelType w:val="multilevel"/>
    <w:tmpl w:val="24A060D2"/>
    <w:styleLink w:val="CurrentList1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7" w15:restartNumberingAfterBreak="0">
    <w:nsid w:val="4B8858A2"/>
    <w:multiLevelType w:val="multilevel"/>
    <w:tmpl w:val="2648EBC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BC2237A"/>
    <w:multiLevelType w:val="multilevel"/>
    <w:tmpl w:val="D3D89ED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9" w15:restartNumberingAfterBreak="0">
    <w:nsid w:val="4C8A7CCA"/>
    <w:multiLevelType w:val="hybridMultilevel"/>
    <w:tmpl w:val="A43C4202"/>
    <w:lvl w:ilvl="0" w:tplc="5144F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4CA17192"/>
    <w:multiLevelType w:val="multilevel"/>
    <w:tmpl w:val="2446DB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4CBD294B"/>
    <w:multiLevelType w:val="hybridMultilevel"/>
    <w:tmpl w:val="D36C5E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4D3E0EA0"/>
    <w:multiLevelType w:val="hybridMultilevel"/>
    <w:tmpl w:val="716008AC"/>
    <w:lvl w:ilvl="0" w:tplc="0414001B">
      <w:start w:val="1"/>
      <w:numFmt w:val="lowerRoman"/>
      <w:lvlText w:val="%1."/>
      <w:lvlJc w:val="right"/>
      <w:pPr>
        <w:ind w:left="1588" w:hanging="360"/>
      </w:pPr>
    </w:lvl>
    <w:lvl w:ilvl="1" w:tplc="08090019" w:tentative="1">
      <w:start w:val="1"/>
      <w:numFmt w:val="lowerLetter"/>
      <w:lvlText w:val="%2."/>
      <w:lvlJc w:val="left"/>
      <w:pPr>
        <w:ind w:left="2308" w:hanging="360"/>
      </w:pPr>
    </w:lvl>
    <w:lvl w:ilvl="2" w:tplc="0809001B" w:tentative="1">
      <w:start w:val="1"/>
      <w:numFmt w:val="lowerRoman"/>
      <w:lvlText w:val="%3."/>
      <w:lvlJc w:val="right"/>
      <w:pPr>
        <w:ind w:left="3028" w:hanging="180"/>
      </w:pPr>
    </w:lvl>
    <w:lvl w:ilvl="3" w:tplc="0809000F" w:tentative="1">
      <w:start w:val="1"/>
      <w:numFmt w:val="decimal"/>
      <w:lvlText w:val="%4."/>
      <w:lvlJc w:val="left"/>
      <w:pPr>
        <w:ind w:left="3748" w:hanging="360"/>
      </w:pPr>
    </w:lvl>
    <w:lvl w:ilvl="4" w:tplc="08090019" w:tentative="1">
      <w:start w:val="1"/>
      <w:numFmt w:val="lowerLetter"/>
      <w:lvlText w:val="%5."/>
      <w:lvlJc w:val="left"/>
      <w:pPr>
        <w:ind w:left="4468" w:hanging="360"/>
      </w:pPr>
    </w:lvl>
    <w:lvl w:ilvl="5" w:tplc="0809001B" w:tentative="1">
      <w:start w:val="1"/>
      <w:numFmt w:val="lowerRoman"/>
      <w:lvlText w:val="%6."/>
      <w:lvlJc w:val="right"/>
      <w:pPr>
        <w:ind w:left="5188" w:hanging="180"/>
      </w:pPr>
    </w:lvl>
    <w:lvl w:ilvl="6" w:tplc="0809000F" w:tentative="1">
      <w:start w:val="1"/>
      <w:numFmt w:val="decimal"/>
      <w:lvlText w:val="%7."/>
      <w:lvlJc w:val="left"/>
      <w:pPr>
        <w:ind w:left="5908" w:hanging="360"/>
      </w:pPr>
    </w:lvl>
    <w:lvl w:ilvl="7" w:tplc="08090019" w:tentative="1">
      <w:start w:val="1"/>
      <w:numFmt w:val="lowerLetter"/>
      <w:lvlText w:val="%8."/>
      <w:lvlJc w:val="left"/>
      <w:pPr>
        <w:ind w:left="6628" w:hanging="360"/>
      </w:pPr>
    </w:lvl>
    <w:lvl w:ilvl="8" w:tplc="0809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223" w15:restartNumberingAfterBreak="0">
    <w:nsid w:val="4D6319EA"/>
    <w:multiLevelType w:val="hybridMultilevel"/>
    <w:tmpl w:val="7DFEFB4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4E585AC8"/>
    <w:multiLevelType w:val="hybridMultilevel"/>
    <w:tmpl w:val="F0D48464"/>
    <w:lvl w:ilvl="0" w:tplc="04140019">
      <w:start w:val="1"/>
      <w:numFmt w:val="lowerLetter"/>
      <w:lvlText w:val="%1."/>
      <w:lvlJc w:val="left"/>
      <w:pPr>
        <w:ind w:left="802" w:hanging="360"/>
      </w:pPr>
    </w:lvl>
    <w:lvl w:ilvl="1" w:tplc="08090019">
      <w:start w:val="1"/>
      <w:numFmt w:val="lowerLetter"/>
      <w:lvlText w:val="%2."/>
      <w:lvlJc w:val="left"/>
      <w:pPr>
        <w:ind w:left="1522" w:hanging="360"/>
      </w:pPr>
    </w:lvl>
    <w:lvl w:ilvl="2" w:tplc="0809001B" w:tentative="1">
      <w:start w:val="1"/>
      <w:numFmt w:val="lowerRoman"/>
      <w:lvlText w:val="%3."/>
      <w:lvlJc w:val="right"/>
      <w:pPr>
        <w:ind w:left="2242" w:hanging="180"/>
      </w:pPr>
    </w:lvl>
    <w:lvl w:ilvl="3" w:tplc="0809000F" w:tentative="1">
      <w:start w:val="1"/>
      <w:numFmt w:val="decimal"/>
      <w:lvlText w:val="%4."/>
      <w:lvlJc w:val="left"/>
      <w:pPr>
        <w:ind w:left="2962" w:hanging="360"/>
      </w:pPr>
    </w:lvl>
    <w:lvl w:ilvl="4" w:tplc="08090019" w:tentative="1">
      <w:start w:val="1"/>
      <w:numFmt w:val="lowerLetter"/>
      <w:lvlText w:val="%5."/>
      <w:lvlJc w:val="left"/>
      <w:pPr>
        <w:ind w:left="3682" w:hanging="360"/>
      </w:pPr>
    </w:lvl>
    <w:lvl w:ilvl="5" w:tplc="0809001B" w:tentative="1">
      <w:start w:val="1"/>
      <w:numFmt w:val="lowerRoman"/>
      <w:lvlText w:val="%6."/>
      <w:lvlJc w:val="right"/>
      <w:pPr>
        <w:ind w:left="4402" w:hanging="180"/>
      </w:pPr>
    </w:lvl>
    <w:lvl w:ilvl="6" w:tplc="0809000F" w:tentative="1">
      <w:start w:val="1"/>
      <w:numFmt w:val="decimal"/>
      <w:lvlText w:val="%7."/>
      <w:lvlJc w:val="left"/>
      <w:pPr>
        <w:ind w:left="5122" w:hanging="360"/>
      </w:pPr>
    </w:lvl>
    <w:lvl w:ilvl="7" w:tplc="08090019" w:tentative="1">
      <w:start w:val="1"/>
      <w:numFmt w:val="lowerLetter"/>
      <w:lvlText w:val="%8."/>
      <w:lvlJc w:val="left"/>
      <w:pPr>
        <w:ind w:left="5842" w:hanging="360"/>
      </w:pPr>
    </w:lvl>
    <w:lvl w:ilvl="8" w:tplc="080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25" w15:restartNumberingAfterBreak="0">
    <w:nsid w:val="4ED20DDA"/>
    <w:multiLevelType w:val="hybridMultilevel"/>
    <w:tmpl w:val="89561A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4F566CCD"/>
    <w:multiLevelType w:val="hybridMultilevel"/>
    <w:tmpl w:val="88743DE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4FCD41E2"/>
    <w:multiLevelType w:val="hybridMultilevel"/>
    <w:tmpl w:val="82F452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0022C78"/>
    <w:multiLevelType w:val="hybridMultilevel"/>
    <w:tmpl w:val="438CB67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9" w15:restartNumberingAfterBreak="0">
    <w:nsid w:val="50190D8A"/>
    <w:multiLevelType w:val="multilevel"/>
    <w:tmpl w:val="884A02E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0504C37"/>
    <w:multiLevelType w:val="multilevel"/>
    <w:tmpl w:val="E9866C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51154890"/>
    <w:multiLevelType w:val="hybridMultilevel"/>
    <w:tmpl w:val="CD6678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12A70DA"/>
    <w:multiLevelType w:val="hybridMultilevel"/>
    <w:tmpl w:val="7416E8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51707518"/>
    <w:multiLevelType w:val="multilevel"/>
    <w:tmpl w:val="4BD47A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517B21AC"/>
    <w:multiLevelType w:val="hybridMultilevel"/>
    <w:tmpl w:val="B30C5B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36" w15:restartNumberingAfterBreak="0">
    <w:nsid w:val="51D174AC"/>
    <w:multiLevelType w:val="multilevel"/>
    <w:tmpl w:val="FC62E8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52152E78"/>
    <w:multiLevelType w:val="multilevel"/>
    <w:tmpl w:val="518A77D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38" w15:restartNumberingAfterBreak="0">
    <w:nsid w:val="53B5205B"/>
    <w:multiLevelType w:val="hybridMultilevel"/>
    <w:tmpl w:val="7E9A7F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53E24D48"/>
    <w:multiLevelType w:val="multilevel"/>
    <w:tmpl w:val="A6C2E8C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4A92BB4"/>
    <w:multiLevelType w:val="multilevel"/>
    <w:tmpl w:val="1EB6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4DF2CD6"/>
    <w:multiLevelType w:val="multilevel"/>
    <w:tmpl w:val="8EDE7B9C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2" w15:restartNumberingAfterBreak="0">
    <w:nsid w:val="5555538A"/>
    <w:multiLevelType w:val="hybridMultilevel"/>
    <w:tmpl w:val="2A78C7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556D70C6"/>
    <w:multiLevelType w:val="hybridMultilevel"/>
    <w:tmpl w:val="6F207D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55A14D7E"/>
    <w:multiLevelType w:val="hybridMultilevel"/>
    <w:tmpl w:val="29F4E2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57151636"/>
    <w:multiLevelType w:val="hybridMultilevel"/>
    <w:tmpl w:val="8A4E40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572E5A2D"/>
    <w:multiLevelType w:val="hybridMultilevel"/>
    <w:tmpl w:val="6FD0F4F6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47" w15:restartNumberingAfterBreak="0">
    <w:nsid w:val="5799543D"/>
    <w:multiLevelType w:val="hybridMultilevel"/>
    <w:tmpl w:val="15AA7F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57E0663A"/>
    <w:multiLevelType w:val="hybridMultilevel"/>
    <w:tmpl w:val="4E5E0504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49" w15:restartNumberingAfterBreak="0">
    <w:nsid w:val="580574D2"/>
    <w:multiLevelType w:val="multilevel"/>
    <w:tmpl w:val="FFDAFC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580B6FB2"/>
    <w:multiLevelType w:val="multilevel"/>
    <w:tmpl w:val="927C044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58451623"/>
    <w:multiLevelType w:val="hybridMultilevel"/>
    <w:tmpl w:val="451210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58C7188F"/>
    <w:multiLevelType w:val="multilevel"/>
    <w:tmpl w:val="8168EB6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59485729"/>
    <w:multiLevelType w:val="multilevel"/>
    <w:tmpl w:val="D1CE43D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4" w15:restartNumberingAfterBreak="0">
    <w:nsid w:val="59AD7EA4"/>
    <w:multiLevelType w:val="hybridMultilevel"/>
    <w:tmpl w:val="C590CC1A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5A3F5A87"/>
    <w:multiLevelType w:val="multilevel"/>
    <w:tmpl w:val="8CD2F9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5A72027E"/>
    <w:multiLevelType w:val="multilevel"/>
    <w:tmpl w:val="13EE1092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57" w15:restartNumberingAfterBreak="0">
    <w:nsid w:val="5AFC2DE7"/>
    <w:multiLevelType w:val="hybridMultilevel"/>
    <w:tmpl w:val="67D0265A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8" w15:restartNumberingAfterBreak="0">
    <w:nsid w:val="5BF16F21"/>
    <w:multiLevelType w:val="hybridMultilevel"/>
    <w:tmpl w:val="2ADEE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5C6E2459"/>
    <w:multiLevelType w:val="hybridMultilevel"/>
    <w:tmpl w:val="55D657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5C741B22"/>
    <w:multiLevelType w:val="multilevel"/>
    <w:tmpl w:val="40CC1DC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1" w15:restartNumberingAfterBreak="0">
    <w:nsid w:val="5CD47009"/>
    <w:multiLevelType w:val="hybridMultilevel"/>
    <w:tmpl w:val="A93CED4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5DD050B8"/>
    <w:multiLevelType w:val="multilevel"/>
    <w:tmpl w:val="3FDC70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5F325281"/>
    <w:multiLevelType w:val="multilevel"/>
    <w:tmpl w:val="B4DC0CB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65" w15:restartNumberingAfterBreak="0">
    <w:nsid w:val="5FA33F4E"/>
    <w:multiLevelType w:val="multilevel"/>
    <w:tmpl w:val="14C899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6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7" w15:restartNumberingAfterBreak="0">
    <w:nsid w:val="60270090"/>
    <w:multiLevelType w:val="hybridMultilevel"/>
    <w:tmpl w:val="79484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60A3072F"/>
    <w:multiLevelType w:val="multilevel"/>
    <w:tmpl w:val="05B2E21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9" w15:restartNumberingAfterBreak="0">
    <w:nsid w:val="60E201FE"/>
    <w:multiLevelType w:val="hybridMultilevel"/>
    <w:tmpl w:val="E8F209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0F27B07"/>
    <w:multiLevelType w:val="hybridMultilevel"/>
    <w:tmpl w:val="AB4E3A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5" w:hanging="360"/>
      </w:pPr>
    </w:lvl>
    <w:lvl w:ilvl="2" w:tplc="FFFFFFFF" w:tentative="1">
      <w:start w:val="1"/>
      <w:numFmt w:val="lowerRoman"/>
      <w:lvlText w:val="%3."/>
      <w:lvlJc w:val="right"/>
      <w:pPr>
        <w:ind w:left="2215" w:hanging="180"/>
      </w:pPr>
    </w:lvl>
    <w:lvl w:ilvl="3" w:tplc="FFFFFFFF" w:tentative="1">
      <w:start w:val="1"/>
      <w:numFmt w:val="decimal"/>
      <w:lvlText w:val="%4."/>
      <w:lvlJc w:val="left"/>
      <w:pPr>
        <w:ind w:left="2935" w:hanging="360"/>
      </w:pPr>
    </w:lvl>
    <w:lvl w:ilvl="4" w:tplc="FFFFFFFF" w:tentative="1">
      <w:start w:val="1"/>
      <w:numFmt w:val="lowerLetter"/>
      <w:lvlText w:val="%5."/>
      <w:lvlJc w:val="left"/>
      <w:pPr>
        <w:ind w:left="3655" w:hanging="360"/>
      </w:pPr>
    </w:lvl>
    <w:lvl w:ilvl="5" w:tplc="FFFFFFFF" w:tentative="1">
      <w:start w:val="1"/>
      <w:numFmt w:val="lowerRoman"/>
      <w:lvlText w:val="%6."/>
      <w:lvlJc w:val="right"/>
      <w:pPr>
        <w:ind w:left="4375" w:hanging="180"/>
      </w:pPr>
    </w:lvl>
    <w:lvl w:ilvl="6" w:tplc="FFFFFFFF" w:tentative="1">
      <w:start w:val="1"/>
      <w:numFmt w:val="decimal"/>
      <w:lvlText w:val="%7."/>
      <w:lvlJc w:val="left"/>
      <w:pPr>
        <w:ind w:left="5095" w:hanging="360"/>
      </w:pPr>
    </w:lvl>
    <w:lvl w:ilvl="7" w:tplc="FFFFFFFF" w:tentative="1">
      <w:start w:val="1"/>
      <w:numFmt w:val="lowerLetter"/>
      <w:lvlText w:val="%8."/>
      <w:lvlJc w:val="left"/>
      <w:pPr>
        <w:ind w:left="5815" w:hanging="360"/>
      </w:pPr>
    </w:lvl>
    <w:lvl w:ilvl="8" w:tplc="FFFFFFFF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71" w15:restartNumberingAfterBreak="0">
    <w:nsid w:val="61012427"/>
    <w:multiLevelType w:val="hybridMultilevel"/>
    <w:tmpl w:val="14788C6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1496C9D"/>
    <w:multiLevelType w:val="multilevel"/>
    <w:tmpl w:val="2182DF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3" w15:restartNumberingAfterBreak="0">
    <w:nsid w:val="61803C24"/>
    <w:multiLevelType w:val="hybridMultilevel"/>
    <w:tmpl w:val="34121710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74" w15:restartNumberingAfterBreak="0">
    <w:nsid w:val="61E846D9"/>
    <w:multiLevelType w:val="multilevel"/>
    <w:tmpl w:val="C7CC69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2191B89"/>
    <w:multiLevelType w:val="multilevel"/>
    <w:tmpl w:val="AC305E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62260F60"/>
    <w:multiLevelType w:val="hybridMultilevel"/>
    <w:tmpl w:val="331291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624F4E3C"/>
    <w:multiLevelType w:val="multilevel"/>
    <w:tmpl w:val="D8B8B85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78" w15:restartNumberingAfterBreak="0">
    <w:nsid w:val="629D6774"/>
    <w:multiLevelType w:val="hybridMultilevel"/>
    <w:tmpl w:val="FEB290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9" w15:restartNumberingAfterBreak="0">
    <w:nsid w:val="62A0637D"/>
    <w:multiLevelType w:val="hybridMultilevel"/>
    <w:tmpl w:val="DBDAE334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62E532C8"/>
    <w:multiLevelType w:val="multilevel"/>
    <w:tmpl w:val="F8B85B4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648519D5"/>
    <w:multiLevelType w:val="hybridMultilevel"/>
    <w:tmpl w:val="36908A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64C94ADD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84" w15:restartNumberingAfterBreak="0">
    <w:nsid w:val="64FB3A63"/>
    <w:multiLevelType w:val="hybridMultilevel"/>
    <w:tmpl w:val="6C94C9C6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65024CCD"/>
    <w:multiLevelType w:val="hybridMultilevel"/>
    <w:tmpl w:val="B7D4EA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656066B3"/>
    <w:multiLevelType w:val="multilevel"/>
    <w:tmpl w:val="AB3A501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65872901"/>
    <w:multiLevelType w:val="hybridMultilevel"/>
    <w:tmpl w:val="A25C2BDE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65C05475"/>
    <w:multiLevelType w:val="hybridMultilevel"/>
    <w:tmpl w:val="6A18BC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661B6664"/>
    <w:multiLevelType w:val="multilevel"/>
    <w:tmpl w:val="FF1EDE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663B2CA1"/>
    <w:multiLevelType w:val="hybridMultilevel"/>
    <w:tmpl w:val="E61696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66BC0B57"/>
    <w:multiLevelType w:val="multilevel"/>
    <w:tmpl w:val="5A24816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2" w15:restartNumberingAfterBreak="0">
    <w:nsid w:val="672A120A"/>
    <w:multiLevelType w:val="hybridMultilevel"/>
    <w:tmpl w:val="49D01176"/>
    <w:lvl w:ilvl="0" w:tplc="FFFFFFFF">
      <w:start w:val="1"/>
      <w:numFmt w:val="decimal"/>
      <w:lvlText w:val="%1."/>
      <w:lvlJc w:val="left"/>
      <w:pPr>
        <w:ind w:left="1113" w:hanging="360"/>
      </w:pPr>
    </w:lvl>
    <w:lvl w:ilvl="1" w:tplc="FFFFFFFF">
      <w:start w:val="1"/>
      <w:numFmt w:val="lowerLetter"/>
      <w:lvlText w:val="%2."/>
      <w:lvlJc w:val="left"/>
      <w:pPr>
        <w:ind w:left="1833" w:hanging="360"/>
      </w:pPr>
    </w:lvl>
    <w:lvl w:ilvl="2" w:tplc="00000000">
      <w:start w:val="1"/>
      <w:numFmt w:val="lowerRoman"/>
      <w:lvlText w:val="%3."/>
      <w:lvlJc w:val="right"/>
      <w:pPr>
        <w:ind w:left="2733" w:hanging="360"/>
      </w:pPr>
    </w:lvl>
    <w:lvl w:ilvl="3" w:tplc="FFFFFFFF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93" w15:restartNumberingAfterBreak="0">
    <w:nsid w:val="676316CE"/>
    <w:multiLevelType w:val="multilevel"/>
    <w:tmpl w:val="8834A3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679875C4"/>
    <w:multiLevelType w:val="hybridMultilevel"/>
    <w:tmpl w:val="ABF0CC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67E46B6A"/>
    <w:multiLevelType w:val="multilevel"/>
    <w:tmpl w:val="EE860A6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688D2A32"/>
    <w:multiLevelType w:val="hybridMultilevel"/>
    <w:tmpl w:val="0582A868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04090019" w:tentative="1">
      <w:start w:val="1"/>
      <w:numFmt w:val="lowerLetter"/>
      <w:lvlText w:val="%2."/>
      <w:lvlJc w:val="left"/>
      <w:pPr>
        <w:ind w:left="1835" w:hanging="360"/>
      </w:pPr>
    </w:lvl>
    <w:lvl w:ilvl="2" w:tplc="0409001B" w:tentative="1">
      <w:start w:val="1"/>
      <w:numFmt w:val="lowerRoman"/>
      <w:lvlText w:val="%3."/>
      <w:lvlJc w:val="right"/>
      <w:pPr>
        <w:ind w:left="2555" w:hanging="180"/>
      </w:pPr>
    </w:lvl>
    <w:lvl w:ilvl="3" w:tplc="0409000F" w:tentative="1">
      <w:start w:val="1"/>
      <w:numFmt w:val="decimal"/>
      <w:lvlText w:val="%4."/>
      <w:lvlJc w:val="left"/>
      <w:pPr>
        <w:ind w:left="3275" w:hanging="360"/>
      </w:pPr>
    </w:lvl>
    <w:lvl w:ilvl="4" w:tplc="04090019" w:tentative="1">
      <w:start w:val="1"/>
      <w:numFmt w:val="lowerLetter"/>
      <w:lvlText w:val="%5."/>
      <w:lvlJc w:val="left"/>
      <w:pPr>
        <w:ind w:left="3995" w:hanging="360"/>
      </w:pPr>
    </w:lvl>
    <w:lvl w:ilvl="5" w:tplc="0409001B" w:tentative="1">
      <w:start w:val="1"/>
      <w:numFmt w:val="lowerRoman"/>
      <w:lvlText w:val="%6."/>
      <w:lvlJc w:val="right"/>
      <w:pPr>
        <w:ind w:left="4715" w:hanging="180"/>
      </w:pPr>
    </w:lvl>
    <w:lvl w:ilvl="6" w:tplc="0409000F" w:tentative="1">
      <w:start w:val="1"/>
      <w:numFmt w:val="decimal"/>
      <w:lvlText w:val="%7."/>
      <w:lvlJc w:val="left"/>
      <w:pPr>
        <w:ind w:left="5435" w:hanging="360"/>
      </w:pPr>
    </w:lvl>
    <w:lvl w:ilvl="7" w:tplc="04090019" w:tentative="1">
      <w:start w:val="1"/>
      <w:numFmt w:val="lowerLetter"/>
      <w:lvlText w:val="%8."/>
      <w:lvlJc w:val="left"/>
      <w:pPr>
        <w:ind w:left="6155" w:hanging="360"/>
      </w:pPr>
    </w:lvl>
    <w:lvl w:ilvl="8" w:tplc="0409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298" w15:restartNumberingAfterBreak="0">
    <w:nsid w:val="688D3B98"/>
    <w:multiLevelType w:val="hybridMultilevel"/>
    <w:tmpl w:val="9F5E68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689E3EF1"/>
    <w:multiLevelType w:val="multilevel"/>
    <w:tmpl w:val="435C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93E48E3"/>
    <w:multiLevelType w:val="hybridMultilevel"/>
    <w:tmpl w:val="437C6D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694845EF"/>
    <w:multiLevelType w:val="hybridMultilevel"/>
    <w:tmpl w:val="C1C892A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698B544E"/>
    <w:multiLevelType w:val="hybridMultilevel"/>
    <w:tmpl w:val="13E0F42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69E66BEE"/>
    <w:multiLevelType w:val="hybridMultilevel"/>
    <w:tmpl w:val="8A4624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6A9A51CF"/>
    <w:multiLevelType w:val="hybridMultilevel"/>
    <w:tmpl w:val="2232500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upperRoman"/>
      <w:lvlText w:val="%4."/>
      <w:lvlJc w:val="righ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6C16653F"/>
    <w:multiLevelType w:val="hybridMultilevel"/>
    <w:tmpl w:val="DE004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6C3A4BD4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7" w15:restartNumberingAfterBreak="0">
    <w:nsid w:val="6C747300"/>
    <w:multiLevelType w:val="hybridMultilevel"/>
    <w:tmpl w:val="4A700DC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6C8501F1"/>
    <w:multiLevelType w:val="hybridMultilevel"/>
    <w:tmpl w:val="3A960384"/>
    <w:lvl w:ilvl="0" w:tplc="3076A95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6CFF3713"/>
    <w:multiLevelType w:val="hybridMultilevel"/>
    <w:tmpl w:val="AAB0B5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D342125"/>
    <w:multiLevelType w:val="hybridMultilevel"/>
    <w:tmpl w:val="8EE68C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6D885B90"/>
    <w:multiLevelType w:val="hybridMultilevel"/>
    <w:tmpl w:val="E12879EA"/>
    <w:lvl w:ilvl="0" w:tplc="7AB4D6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6DB74780"/>
    <w:multiLevelType w:val="multilevel"/>
    <w:tmpl w:val="7026BD3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3" w15:restartNumberingAfterBreak="0">
    <w:nsid w:val="6E5C200F"/>
    <w:multiLevelType w:val="hybridMultilevel"/>
    <w:tmpl w:val="7806130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6E7E30D3"/>
    <w:multiLevelType w:val="hybridMultilevel"/>
    <w:tmpl w:val="B4663490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6E9B7AF2"/>
    <w:multiLevelType w:val="multilevel"/>
    <w:tmpl w:val="C346DC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6F91539E"/>
    <w:multiLevelType w:val="hybridMultilevel"/>
    <w:tmpl w:val="1554874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FCA561C"/>
    <w:multiLevelType w:val="hybridMultilevel"/>
    <w:tmpl w:val="09C29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6FEC0B27"/>
    <w:multiLevelType w:val="hybridMultilevel"/>
    <w:tmpl w:val="1F16FA9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704B31DB"/>
    <w:multiLevelType w:val="hybridMultilevel"/>
    <w:tmpl w:val="DBB2C3F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077544F"/>
    <w:multiLevelType w:val="hybridMultilevel"/>
    <w:tmpl w:val="30C2D25C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23" w15:restartNumberingAfterBreak="0">
    <w:nsid w:val="70970E06"/>
    <w:multiLevelType w:val="multilevel"/>
    <w:tmpl w:val="A9C8E62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4" w15:restartNumberingAfterBreak="0">
    <w:nsid w:val="70D73DE1"/>
    <w:multiLevelType w:val="multilevel"/>
    <w:tmpl w:val="8E14F6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1812997"/>
    <w:multiLevelType w:val="hybridMultilevel"/>
    <w:tmpl w:val="717E6E5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 w15:restartNumberingAfterBreak="0">
    <w:nsid w:val="719E0303"/>
    <w:multiLevelType w:val="hybridMultilevel"/>
    <w:tmpl w:val="D2BC3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72987326"/>
    <w:multiLevelType w:val="multilevel"/>
    <w:tmpl w:val="426481E8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28" w15:restartNumberingAfterBreak="0">
    <w:nsid w:val="72E50F1B"/>
    <w:multiLevelType w:val="hybridMultilevel"/>
    <w:tmpl w:val="DBE46232"/>
    <w:lvl w:ilvl="0" w:tplc="68F28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73A95E27"/>
    <w:multiLevelType w:val="hybridMultilevel"/>
    <w:tmpl w:val="3CD4FD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7489046E"/>
    <w:multiLevelType w:val="multilevel"/>
    <w:tmpl w:val="6A98DA98"/>
    <w:styleLink w:val="CurrentList7"/>
    <w:lvl w:ilvl="0">
      <w:start w:val="1"/>
      <w:numFmt w:val="decimal"/>
      <w:lvlText w:val="%1."/>
      <w:lvlJc w:val="left"/>
      <w:pPr>
        <w:ind w:left="1050" w:hanging="710"/>
      </w:pPr>
      <w:rPr>
        <w:rFonts w:ascii="Oswald SemiBold" w:hAnsi="Oswald SemiBold" w:hint="default"/>
        <w:b w:val="0"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331" w15:restartNumberingAfterBreak="0">
    <w:nsid w:val="74DF6432"/>
    <w:multiLevelType w:val="hybridMultilevel"/>
    <w:tmpl w:val="9DD46D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33" w15:restartNumberingAfterBreak="0">
    <w:nsid w:val="76EF1250"/>
    <w:multiLevelType w:val="hybridMultilevel"/>
    <w:tmpl w:val="81842C8E"/>
    <w:lvl w:ilvl="0" w:tplc="C16CF88C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76FB3DBF"/>
    <w:multiLevelType w:val="multilevel"/>
    <w:tmpl w:val="260CDEA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5" w15:restartNumberingAfterBreak="0">
    <w:nsid w:val="773C7BB0"/>
    <w:multiLevelType w:val="hybridMultilevel"/>
    <w:tmpl w:val="5B6822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773E62A2"/>
    <w:multiLevelType w:val="multilevel"/>
    <w:tmpl w:val="38322D4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37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778C056B"/>
    <w:multiLevelType w:val="hybridMultilevel"/>
    <w:tmpl w:val="49C81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 w15:restartNumberingAfterBreak="0">
    <w:nsid w:val="77F53A51"/>
    <w:multiLevelType w:val="hybridMultilevel"/>
    <w:tmpl w:val="35C4239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 w15:restartNumberingAfterBreak="0">
    <w:nsid w:val="78AE7DD5"/>
    <w:multiLevelType w:val="multilevel"/>
    <w:tmpl w:val="6DACD92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795C0A0B"/>
    <w:multiLevelType w:val="hybridMultilevel"/>
    <w:tmpl w:val="B04C054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9916FF1"/>
    <w:multiLevelType w:val="multilevel"/>
    <w:tmpl w:val="FCE6AC6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9947E31"/>
    <w:multiLevelType w:val="hybridMultilevel"/>
    <w:tmpl w:val="DEC01CD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 w15:restartNumberingAfterBreak="0">
    <w:nsid w:val="79D82FD5"/>
    <w:multiLevelType w:val="multilevel"/>
    <w:tmpl w:val="ACF4AD4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45" w15:restartNumberingAfterBreak="0">
    <w:nsid w:val="7A847C90"/>
    <w:multiLevelType w:val="multilevel"/>
    <w:tmpl w:val="98DE14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6" w15:restartNumberingAfterBreak="0">
    <w:nsid w:val="7B3165BD"/>
    <w:multiLevelType w:val="hybridMultilevel"/>
    <w:tmpl w:val="5BA2C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 w15:restartNumberingAfterBreak="0">
    <w:nsid w:val="7B941FE3"/>
    <w:multiLevelType w:val="hybridMultilevel"/>
    <w:tmpl w:val="4E7A004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 w15:restartNumberingAfterBreak="0">
    <w:nsid w:val="7C146D65"/>
    <w:multiLevelType w:val="multilevel"/>
    <w:tmpl w:val="3C66A9A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C8F3B2A"/>
    <w:multiLevelType w:val="hybridMultilevel"/>
    <w:tmpl w:val="3B60380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C924F52"/>
    <w:multiLevelType w:val="hybridMultilevel"/>
    <w:tmpl w:val="3460AD3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7D737523"/>
    <w:multiLevelType w:val="hybridMultilevel"/>
    <w:tmpl w:val="882A1F8A"/>
    <w:lvl w:ilvl="0" w:tplc="4A226440">
      <w:start w:val="1"/>
      <w:numFmt w:val="decimal"/>
      <w:lvlText w:val="%1."/>
      <w:lvlJc w:val="left"/>
      <w:pPr>
        <w:ind w:left="1050" w:hanging="710"/>
      </w:pPr>
    </w:lvl>
    <w:lvl w:ilvl="1" w:tplc="08090019" w:tentative="1">
      <w:start w:val="1"/>
      <w:numFmt w:val="lowerLetter"/>
      <w:lvlText w:val="%2."/>
      <w:lvlJc w:val="left"/>
      <w:pPr>
        <w:ind w:left="1770" w:hanging="360"/>
      </w:pPr>
    </w:lvl>
    <w:lvl w:ilvl="2" w:tplc="0809001B" w:tentative="1">
      <w:start w:val="1"/>
      <w:numFmt w:val="lowerRoman"/>
      <w:lvlText w:val="%3."/>
      <w:lvlJc w:val="right"/>
      <w:pPr>
        <w:ind w:left="2490" w:hanging="180"/>
      </w:pPr>
    </w:lvl>
    <w:lvl w:ilvl="3" w:tplc="0809000F" w:tentative="1">
      <w:start w:val="1"/>
      <w:numFmt w:val="decimal"/>
      <w:lvlText w:val="%4."/>
      <w:lvlJc w:val="left"/>
      <w:pPr>
        <w:ind w:left="3210" w:hanging="360"/>
      </w:pPr>
    </w:lvl>
    <w:lvl w:ilvl="4" w:tplc="08090019" w:tentative="1">
      <w:start w:val="1"/>
      <w:numFmt w:val="lowerLetter"/>
      <w:lvlText w:val="%5."/>
      <w:lvlJc w:val="left"/>
      <w:pPr>
        <w:ind w:left="3930" w:hanging="360"/>
      </w:pPr>
    </w:lvl>
    <w:lvl w:ilvl="5" w:tplc="0809001B" w:tentative="1">
      <w:start w:val="1"/>
      <w:numFmt w:val="lowerRoman"/>
      <w:lvlText w:val="%6."/>
      <w:lvlJc w:val="right"/>
      <w:pPr>
        <w:ind w:left="4650" w:hanging="180"/>
      </w:pPr>
    </w:lvl>
    <w:lvl w:ilvl="6" w:tplc="0809000F" w:tentative="1">
      <w:start w:val="1"/>
      <w:numFmt w:val="decimal"/>
      <w:lvlText w:val="%7."/>
      <w:lvlJc w:val="left"/>
      <w:pPr>
        <w:ind w:left="5370" w:hanging="360"/>
      </w:pPr>
    </w:lvl>
    <w:lvl w:ilvl="7" w:tplc="08090019" w:tentative="1">
      <w:start w:val="1"/>
      <w:numFmt w:val="lowerLetter"/>
      <w:lvlText w:val="%8."/>
      <w:lvlJc w:val="left"/>
      <w:pPr>
        <w:ind w:left="6090" w:hanging="360"/>
      </w:pPr>
    </w:lvl>
    <w:lvl w:ilvl="8" w:tplc="08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52" w15:restartNumberingAfterBreak="0">
    <w:nsid w:val="7D8C4A6B"/>
    <w:multiLevelType w:val="hybridMultilevel"/>
    <w:tmpl w:val="4B7A18E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D980EF7"/>
    <w:multiLevelType w:val="hybridMultilevel"/>
    <w:tmpl w:val="99B2BD4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4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5" w15:restartNumberingAfterBreak="0">
    <w:nsid w:val="7E9566B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356" w15:restartNumberingAfterBreak="0">
    <w:nsid w:val="7E9853BC"/>
    <w:multiLevelType w:val="multilevel"/>
    <w:tmpl w:val="A9B4DEF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7" w15:restartNumberingAfterBreak="0">
    <w:nsid w:val="7FF64BA2"/>
    <w:multiLevelType w:val="hybridMultilevel"/>
    <w:tmpl w:val="2648F7D2"/>
    <w:lvl w:ilvl="0" w:tplc="CE7025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29BFF" w:themeColor="text1" w:themeTint="A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469768">
    <w:abstractNumId w:val="137"/>
  </w:num>
  <w:num w:numId="2" w16cid:durableId="1316882052">
    <w:abstractNumId w:val="30"/>
  </w:num>
  <w:num w:numId="3" w16cid:durableId="112943076">
    <w:abstractNumId w:val="351"/>
  </w:num>
  <w:num w:numId="4" w16cid:durableId="1966539793">
    <w:abstractNumId w:val="216"/>
  </w:num>
  <w:num w:numId="5" w16cid:durableId="680739662">
    <w:abstractNumId w:val="20"/>
  </w:num>
  <w:num w:numId="6" w16cid:durableId="1744063118">
    <w:abstractNumId w:val="96"/>
  </w:num>
  <w:num w:numId="7" w16cid:durableId="1456174306">
    <w:abstractNumId w:val="58"/>
  </w:num>
  <w:num w:numId="8" w16cid:durableId="2138795380">
    <w:abstractNumId w:val="190"/>
  </w:num>
  <w:num w:numId="9" w16cid:durableId="223220859">
    <w:abstractNumId w:val="306"/>
  </w:num>
  <w:num w:numId="10" w16cid:durableId="384762856">
    <w:abstractNumId w:val="330"/>
  </w:num>
  <w:num w:numId="11" w16cid:durableId="923955438">
    <w:abstractNumId w:val="86"/>
  </w:num>
  <w:num w:numId="12" w16cid:durableId="868034367">
    <w:abstractNumId w:val="267"/>
  </w:num>
  <w:num w:numId="13" w16cid:durableId="686521308">
    <w:abstractNumId w:val="328"/>
  </w:num>
  <w:num w:numId="14" w16cid:durableId="86317951">
    <w:abstractNumId w:val="36"/>
  </w:num>
  <w:num w:numId="15" w16cid:durableId="2050063622">
    <w:abstractNumId w:val="219"/>
  </w:num>
  <w:num w:numId="16" w16cid:durableId="639532895">
    <w:abstractNumId w:val="308"/>
  </w:num>
  <w:num w:numId="17" w16cid:durableId="1834830679">
    <w:abstractNumId w:val="203"/>
  </w:num>
  <w:num w:numId="18" w16cid:durableId="2061662532">
    <w:abstractNumId w:val="311"/>
  </w:num>
  <w:num w:numId="19" w16cid:durableId="1935362951">
    <w:abstractNumId w:val="10"/>
  </w:num>
  <w:num w:numId="20" w16cid:durableId="1262449342">
    <w:abstractNumId w:val="303"/>
  </w:num>
  <w:num w:numId="21" w16cid:durableId="1163008308">
    <w:abstractNumId w:val="333"/>
  </w:num>
  <w:num w:numId="22" w16cid:durableId="1054697268">
    <w:abstractNumId w:val="6"/>
  </w:num>
  <w:num w:numId="23" w16cid:durableId="65341227">
    <w:abstractNumId w:val="45"/>
  </w:num>
  <w:num w:numId="24" w16cid:durableId="368772417">
    <w:abstractNumId w:val="147"/>
  </w:num>
  <w:num w:numId="25" w16cid:durableId="1065569949">
    <w:abstractNumId w:val="31"/>
  </w:num>
  <w:num w:numId="26" w16cid:durableId="1510490251">
    <w:abstractNumId w:val="197"/>
  </w:num>
  <w:num w:numId="27" w16cid:durableId="804010979">
    <w:abstractNumId w:val="235"/>
  </w:num>
  <w:num w:numId="28" w16cid:durableId="1766731092">
    <w:abstractNumId w:val="201"/>
  </w:num>
  <w:num w:numId="29" w16cid:durableId="36399117">
    <w:abstractNumId w:val="139"/>
  </w:num>
  <w:num w:numId="30" w16cid:durableId="868761332">
    <w:abstractNumId w:val="326"/>
  </w:num>
  <w:num w:numId="31" w16cid:durableId="225116750">
    <w:abstractNumId w:val="258"/>
  </w:num>
  <w:num w:numId="32" w16cid:durableId="2139494411">
    <w:abstractNumId w:val="338"/>
  </w:num>
  <w:num w:numId="33" w16cid:durableId="1176571993">
    <w:abstractNumId w:val="196"/>
  </w:num>
  <w:num w:numId="34" w16cid:durableId="856693452">
    <w:abstractNumId w:val="332"/>
  </w:num>
  <w:num w:numId="35" w16cid:durableId="73671726">
    <w:abstractNumId w:val="77"/>
  </w:num>
  <w:num w:numId="36" w16cid:durableId="1936284124">
    <w:abstractNumId w:val="264"/>
  </w:num>
  <w:num w:numId="37" w16cid:durableId="823862749">
    <w:abstractNumId w:val="238"/>
  </w:num>
  <w:num w:numId="38" w16cid:durableId="10228024">
    <w:abstractNumId w:val="354"/>
  </w:num>
  <w:num w:numId="39" w16cid:durableId="661197633">
    <w:abstractNumId w:val="187"/>
  </w:num>
  <w:num w:numId="40" w16cid:durableId="1113786127">
    <w:abstractNumId w:val="48"/>
  </w:num>
  <w:num w:numId="41" w16cid:durableId="1396048417">
    <w:abstractNumId w:val="357"/>
  </w:num>
  <w:num w:numId="42" w16cid:durableId="568536996">
    <w:abstractNumId w:val="32"/>
  </w:num>
  <w:num w:numId="43" w16cid:durableId="182593022">
    <w:abstractNumId w:val="91"/>
  </w:num>
  <w:num w:numId="44" w16cid:durableId="1071460517">
    <w:abstractNumId w:val="129"/>
  </w:num>
  <w:num w:numId="45" w16cid:durableId="761073005">
    <w:abstractNumId w:val="75"/>
  </w:num>
  <w:num w:numId="46" w16cid:durableId="1897008780">
    <w:abstractNumId w:val="280"/>
  </w:num>
  <w:num w:numId="47" w16cid:durableId="1572542260">
    <w:abstractNumId w:val="318"/>
  </w:num>
  <w:num w:numId="48" w16cid:durableId="1788039749">
    <w:abstractNumId w:val="105"/>
  </w:num>
  <w:num w:numId="49" w16cid:durableId="223101080">
    <w:abstractNumId w:val="337"/>
  </w:num>
  <w:num w:numId="50" w16cid:durableId="1281647765">
    <w:abstractNumId w:val="315"/>
  </w:num>
  <w:num w:numId="51" w16cid:durableId="1058169213">
    <w:abstractNumId w:val="294"/>
  </w:num>
  <w:num w:numId="52" w16cid:durableId="2086296100">
    <w:abstractNumId w:val="118"/>
  </w:num>
  <w:num w:numId="53" w16cid:durableId="528569937">
    <w:abstractNumId w:val="266"/>
  </w:num>
  <w:num w:numId="54" w16cid:durableId="440104337">
    <w:abstractNumId w:val="67"/>
  </w:num>
  <w:num w:numId="55" w16cid:durableId="1575427826">
    <w:abstractNumId w:val="173"/>
  </w:num>
  <w:num w:numId="56" w16cid:durableId="1543321116">
    <w:abstractNumId w:val="17"/>
  </w:num>
  <w:num w:numId="57" w16cid:durableId="929434196">
    <w:abstractNumId w:val="120"/>
  </w:num>
  <w:num w:numId="58" w16cid:durableId="1769348637">
    <w:abstractNumId w:val="7"/>
  </w:num>
  <w:num w:numId="59" w16cid:durableId="1442262931">
    <w:abstractNumId w:val="245"/>
  </w:num>
  <w:num w:numId="60" w16cid:durableId="686441060">
    <w:abstractNumId w:val="175"/>
  </w:num>
  <w:num w:numId="61" w16cid:durableId="336806482">
    <w:abstractNumId w:val="148"/>
  </w:num>
  <w:num w:numId="62" w16cid:durableId="1192374560">
    <w:abstractNumId w:val="143"/>
  </w:num>
  <w:num w:numId="63" w16cid:durableId="1693413109">
    <w:abstractNumId w:val="130"/>
  </w:num>
  <w:num w:numId="64" w16cid:durableId="582571103">
    <w:abstractNumId w:val="76"/>
  </w:num>
  <w:num w:numId="65" w16cid:durableId="74910237">
    <w:abstractNumId w:val="186"/>
  </w:num>
  <w:num w:numId="66" w16cid:durableId="1538472827">
    <w:abstractNumId w:val="5"/>
  </w:num>
  <w:num w:numId="67" w16cid:durableId="566038731">
    <w:abstractNumId w:val="42"/>
  </w:num>
  <w:num w:numId="68" w16cid:durableId="1569537910">
    <w:abstractNumId w:val="19"/>
  </w:num>
  <w:num w:numId="69" w16cid:durableId="2066097172">
    <w:abstractNumId w:val="34"/>
  </w:num>
  <w:num w:numId="70" w16cid:durableId="2068331855">
    <w:abstractNumId w:val="209"/>
  </w:num>
  <w:num w:numId="71" w16cid:durableId="1968777635">
    <w:abstractNumId w:val="168"/>
  </w:num>
  <w:num w:numId="72" w16cid:durableId="348289228">
    <w:abstractNumId w:val="27"/>
  </w:num>
  <w:num w:numId="73" w16cid:durableId="2047170509">
    <w:abstractNumId w:val="278"/>
  </w:num>
  <w:num w:numId="74" w16cid:durableId="511453025">
    <w:abstractNumId w:val="297"/>
  </w:num>
  <w:num w:numId="75" w16cid:durableId="2121492704">
    <w:abstractNumId w:val="59"/>
  </w:num>
  <w:num w:numId="76" w16cid:durableId="1049375024">
    <w:abstractNumId w:val="102"/>
  </w:num>
  <w:num w:numId="77" w16cid:durableId="802234228">
    <w:abstractNumId w:val="49"/>
  </w:num>
  <w:num w:numId="78" w16cid:durableId="1961036167">
    <w:abstractNumId w:val="283"/>
  </w:num>
  <w:num w:numId="79" w16cid:durableId="74866873">
    <w:abstractNumId w:val="205"/>
  </w:num>
  <w:num w:numId="80" w16cid:durableId="1259634156">
    <w:abstractNumId w:val="215"/>
  </w:num>
  <w:num w:numId="81" w16cid:durableId="736519336">
    <w:abstractNumId w:val="356"/>
  </w:num>
  <w:num w:numId="82" w16cid:durableId="1938371174">
    <w:abstractNumId w:val="92"/>
  </w:num>
  <w:num w:numId="83" w16cid:durableId="2094161841">
    <w:abstractNumId w:val="341"/>
  </w:num>
  <w:num w:numId="84" w16cid:durableId="1970429387">
    <w:abstractNumId w:val="206"/>
  </w:num>
  <w:num w:numId="85" w16cid:durableId="1178928963">
    <w:abstractNumId w:val="11"/>
  </w:num>
  <w:num w:numId="86" w16cid:durableId="1707870727">
    <w:abstractNumId w:val="298"/>
  </w:num>
  <w:num w:numId="87" w16cid:durableId="88889897">
    <w:abstractNumId w:val="155"/>
  </w:num>
  <w:num w:numId="88" w16cid:durableId="756829707">
    <w:abstractNumId w:val="246"/>
  </w:num>
  <w:num w:numId="89" w16cid:durableId="1159611290">
    <w:abstractNumId w:val="113"/>
  </w:num>
  <w:num w:numId="90" w16cid:durableId="2018845116">
    <w:abstractNumId w:val="104"/>
  </w:num>
  <w:num w:numId="91" w16cid:durableId="116221137">
    <w:abstractNumId w:val="16"/>
  </w:num>
  <w:num w:numId="92" w16cid:durableId="1764521917">
    <w:abstractNumId w:val="47"/>
  </w:num>
  <w:num w:numId="93" w16cid:durableId="1904825530">
    <w:abstractNumId w:val="251"/>
  </w:num>
  <w:num w:numId="94" w16cid:durableId="1032536038">
    <w:abstractNumId w:val="292"/>
  </w:num>
  <w:num w:numId="95" w16cid:durableId="290937267">
    <w:abstractNumId w:val="185"/>
  </w:num>
  <w:num w:numId="96" w16cid:durableId="181095688">
    <w:abstractNumId w:val="320"/>
  </w:num>
  <w:num w:numId="97" w16cid:durableId="1330912577">
    <w:abstractNumId w:val="53"/>
  </w:num>
  <w:num w:numId="98" w16cid:durableId="1214736879">
    <w:abstractNumId w:val="183"/>
  </w:num>
  <w:num w:numId="99" w16cid:durableId="175269675">
    <w:abstractNumId w:val="89"/>
  </w:num>
  <w:num w:numId="100" w16cid:durableId="279919514">
    <w:abstractNumId w:val="242"/>
  </w:num>
  <w:num w:numId="101" w16cid:durableId="53704725">
    <w:abstractNumId w:val="69"/>
  </w:num>
  <w:num w:numId="102" w16cid:durableId="1216087451">
    <w:abstractNumId w:val="182"/>
  </w:num>
  <w:num w:numId="103" w16cid:durableId="243759278">
    <w:abstractNumId w:val="352"/>
  </w:num>
  <w:num w:numId="104" w16cid:durableId="1258751055">
    <w:abstractNumId w:val="14"/>
  </w:num>
  <w:num w:numId="105" w16cid:durableId="2093310758">
    <w:abstractNumId w:val="325"/>
  </w:num>
  <w:num w:numId="106" w16cid:durableId="106044644">
    <w:abstractNumId w:val="44"/>
  </w:num>
  <w:num w:numId="107" w16cid:durableId="1768696411">
    <w:abstractNumId w:val="61"/>
  </w:num>
  <w:num w:numId="108" w16cid:durableId="1760326197">
    <w:abstractNumId w:val="103"/>
  </w:num>
  <w:num w:numId="109" w16cid:durableId="1932932796">
    <w:abstractNumId w:val="122"/>
  </w:num>
  <w:num w:numId="110" w16cid:durableId="624041599">
    <w:abstractNumId w:val="2"/>
  </w:num>
  <w:num w:numId="111" w16cid:durableId="475268914">
    <w:abstractNumId w:val="313"/>
  </w:num>
  <w:num w:numId="112" w16cid:durableId="30736772">
    <w:abstractNumId w:val="189"/>
  </w:num>
  <w:num w:numId="113" w16cid:durableId="2098331924">
    <w:abstractNumId w:val="276"/>
  </w:num>
  <w:num w:numId="114" w16cid:durableId="1825510884">
    <w:abstractNumId w:val="100"/>
  </w:num>
  <w:num w:numId="115" w16cid:durableId="1410808393">
    <w:abstractNumId w:val="35"/>
  </w:num>
  <w:num w:numId="116" w16cid:durableId="401291400">
    <w:abstractNumId w:val="277"/>
  </w:num>
  <w:num w:numId="117" w16cid:durableId="1552033512">
    <w:abstractNumId w:val="314"/>
  </w:num>
  <w:num w:numId="118" w16cid:durableId="855772462">
    <w:abstractNumId w:val="159"/>
  </w:num>
  <w:num w:numId="119" w16cid:durableId="1914392726">
    <w:abstractNumId w:val="177"/>
  </w:num>
  <w:num w:numId="120" w16cid:durableId="799416145">
    <w:abstractNumId w:val="259"/>
  </w:num>
  <w:num w:numId="121" w16cid:durableId="610088726">
    <w:abstractNumId w:val="212"/>
  </w:num>
  <w:num w:numId="122" w16cid:durableId="1898935230">
    <w:abstractNumId w:val="162"/>
  </w:num>
  <w:num w:numId="123" w16cid:durableId="2088453693">
    <w:abstractNumId w:val="29"/>
  </w:num>
  <w:num w:numId="124" w16cid:durableId="1841500381">
    <w:abstractNumId w:val="339"/>
  </w:num>
  <w:num w:numId="125" w16cid:durableId="1172794051">
    <w:abstractNumId w:val="24"/>
  </w:num>
  <w:num w:numId="126" w16cid:durableId="83382347">
    <w:abstractNumId w:val="167"/>
  </w:num>
  <w:num w:numId="127" w16cid:durableId="414321644">
    <w:abstractNumId w:val="153"/>
  </w:num>
  <w:num w:numId="128" w16cid:durableId="892620790">
    <w:abstractNumId w:val="50"/>
  </w:num>
  <w:num w:numId="129" w16cid:durableId="1385254392">
    <w:abstractNumId w:val="88"/>
  </w:num>
  <w:num w:numId="130" w16cid:durableId="1236431781">
    <w:abstractNumId w:val="222"/>
  </w:num>
  <w:num w:numId="131" w16cid:durableId="1683163123">
    <w:abstractNumId w:val="335"/>
  </w:num>
  <w:num w:numId="132" w16cid:durableId="537938052">
    <w:abstractNumId w:val="243"/>
  </w:num>
  <w:num w:numId="133" w16cid:durableId="149835142">
    <w:abstractNumId w:val="87"/>
  </w:num>
  <w:num w:numId="134" w16cid:durableId="1265114988">
    <w:abstractNumId w:val="288"/>
  </w:num>
  <w:num w:numId="135" w16cid:durableId="56321313">
    <w:abstractNumId w:val="101"/>
  </w:num>
  <w:num w:numId="136" w16cid:durableId="143744426">
    <w:abstractNumId w:val="349"/>
  </w:num>
  <w:num w:numId="137" w16cid:durableId="947159037">
    <w:abstractNumId w:val="200"/>
  </w:num>
  <w:num w:numId="138" w16cid:durableId="627055553">
    <w:abstractNumId w:val="39"/>
  </w:num>
  <w:num w:numId="139" w16cid:durableId="503086972">
    <w:abstractNumId w:val="271"/>
  </w:num>
  <w:num w:numId="140" w16cid:durableId="202333437">
    <w:abstractNumId w:val="132"/>
  </w:num>
  <w:num w:numId="141" w16cid:durableId="75590578">
    <w:abstractNumId w:val="232"/>
  </w:num>
  <w:num w:numId="142" w16cid:durableId="415135056">
    <w:abstractNumId w:val="191"/>
  </w:num>
  <w:num w:numId="143" w16cid:durableId="1214582681">
    <w:abstractNumId w:val="304"/>
  </w:num>
  <w:num w:numId="144" w16cid:durableId="417601748">
    <w:abstractNumId w:val="140"/>
  </w:num>
  <w:num w:numId="145" w16cid:durableId="2029481045">
    <w:abstractNumId w:val="142"/>
  </w:num>
  <w:num w:numId="146" w16cid:durableId="1965694101">
    <w:abstractNumId w:val="347"/>
  </w:num>
  <w:num w:numId="147" w16cid:durableId="1407221707">
    <w:abstractNumId w:val="321"/>
  </w:num>
  <w:num w:numId="148" w16cid:durableId="1107505529">
    <w:abstractNumId w:val="346"/>
  </w:num>
  <w:num w:numId="149" w16cid:durableId="2052728980">
    <w:abstractNumId w:val="343"/>
  </w:num>
  <w:num w:numId="150" w16cid:durableId="348265105">
    <w:abstractNumId w:val="301"/>
  </w:num>
  <w:num w:numId="151" w16cid:durableId="1176459926">
    <w:abstractNumId w:val="108"/>
  </w:num>
  <w:num w:numId="152" w16cid:durableId="1348168734">
    <w:abstractNumId w:val="13"/>
  </w:num>
  <w:num w:numId="153" w16cid:durableId="968364373">
    <w:abstractNumId w:val="83"/>
  </w:num>
  <w:num w:numId="154" w16cid:durableId="1121607806">
    <w:abstractNumId w:val="0"/>
  </w:num>
  <w:num w:numId="155" w16cid:durableId="553932371">
    <w:abstractNumId w:val="84"/>
  </w:num>
  <w:num w:numId="156" w16cid:durableId="1360089625">
    <w:abstractNumId w:val="223"/>
  </w:num>
  <w:num w:numId="157" w16cid:durableId="230048552">
    <w:abstractNumId w:val="248"/>
  </w:num>
  <w:num w:numId="158" w16cid:durableId="140850184">
    <w:abstractNumId w:val="184"/>
  </w:num>
  <w:num w:numId="159" w16cid:durableId="1100028647">
    <w:abstractNumId w:val="121"/>
  </w:num>
  <w:num w:numId="160" w16cid:durableId="977144104">
    <w:abstractNumId w:val="254"/>
  </w:num>
  <w:num w:numId="161" w16cid:durableId="917596516">
    <w:abstractNumId w:val="117"/>
  </w:num>
  <w:num w:numId="162" w16cid:durableId="909927854">
    <w:abstractNumId w:val="350"/>
  </w:num>
  <w:num w:numId="163" w16cid:durableId="1211068555">
    <w:abstractNumId w:val="310"/>
  </w:num>
  <w:num w:numId="164" w16cid:durableId="731588458">
    <w:abstractNumId w:val="165"/>
  </w:num>
  <w:num w:numId="165" w16cid:durableId="1146437474">
    <w:abstractNumId w:val="66"/>
  </w:num>
  <w:num w:numId="166" w16cid:durableId="1712922765">
    <w:abstractNumId w:val="305"/>
  </w:num>
  <w:num w:numId="167" w16cid:durableId="2044205251">
    <w:abstractNumId w:val="179"/>
  </w:num>
  <w:num w:numId="168" w16cid:durableId="397173405">
    <w:abstractNumId w:val="15"/>
  </w:num>
  <w:num w:numId="169" w16cid:durableId="104812071">
    <w:abstractNumId w:val="70"/>
  </w:num>
  <w:num w:numId="170" w16cid:durableId="67461407">
    <w:abstractNumId w:val="181"/>
  </w:num>
  <w:num w:numId="171" w16cid:durableId="2008903485">
    <w:abstractNumId w:val="79"/>
  </w:num>
  <w:num w:numId="172" w16cid:durableId="1346328800">
    <w:abstractNumId w:val="73"/>
  </w:num>
  <w:num w:numId="173" w16cid:durableId="599870110">
    <w:abstractNumId w:val="8"/>
  </w:num>
  <w:num w:numId="174" w16cid:durableId="770200885">
    <w:abstractNumId w:val="60"/>
  </w:num>
  <w:num w:numId="175" w16cid:durableId="1874423274">
    <w:abstractNumId w:val="231"/>
  </w:num>
  <w:num w:numId="176" w16cid:durableId="1724138215">
    <w:abstractNumId w:val="156"/>
  </w:num>
  <w:num w:numId="177" w16cid:durableId="774445459">
    <w:abstractNumId w:val="331"/>
  </w:num>
  <w:num w:numId="178" w16cid:durableId="1874343102">
    <w:abstractNumId w:val="300"/>
  </w:num>
  <w:num w:numId="179" w16cid:durableId="1508978149">
    <w:abstractNumId w:val="290"/>
  </w:num>
  <w:num w:numId="180" w16cid:durableId="2071690687">
    <w:abstractNumId w:val="270"/>
  </w:num>
  <w:num w:numId="181" w16cid:durableId="1605461113">
    <w:abstractNumId w:val="52"/>
  </w:num>
  <w:num w:numId="182" w16cid:durableId="602956661">
    <w:abstractNumId w:val="309"/>
  </w:num>
  <w:num w:numId="183" w16cid:durableId="570232150">
    <w:abstractNumId w:val="225"/>
  </w:num>
  <w:num w:numId="184" w16cid:durableId="422802736">
    <w:abstractNumId w:val="178"/>
  </w:num>
  <w:num w:numId="185" w16cid:durableId="224880750">
    <w:abstractNumId w:val="119"/>
  </w:num>
  <w:num w:numId="186" w16cid:durableId="1647778473">
    <w:abstractNumId w:val="247"/>
  </w:num>
  <w:num w:numId="187" w16cid:durableId="604462236">
    <w:abstractNumId w:val="244"/>
  </w:num>
  <w:num w:numId="188" w16cid:durableId="741758417">
    <w:abstractNumId w:val="192"/>
  </w:num>
  <w:num w:numId="189" w16cid:durableId="703748979">
    <w:abstractNumId w:val="71"/>
  </w:num>
  <w:num w:numId="190" w16cid:durableId="526334547">
    <w:abstractNumId w:val="128"/>
  </w:num>
  <w:num w:numId="191" w16cid:durableId="52168067">
    <w:abstractNumId w:val="136"/>
  </w:num>
  <w:num w:numId="192" w16cid:durableId="877086930">
    <w:abstractNumId w:val="114"/>
  </w:num>
  <w:num w:numId="193" w16cid:durableId="833380035">
    <w:abstractNumId w:val="95"/>
  </w:num>
  <w:num w:numId="194" w16cid:durableId="1136795683">
    <w:abstractNumId w:val="158"/>
  </w:num>
  <w:num w:numId="195" w16cid:durableId="1268387614">
    <w:abstractNumId w:val="157"/>
  </w:num>
  <w:num w:numId="196" w16cid:durableId="1623726224">
    <w:abstractNumId w:val="146"/>
  </w:num>
  <w:num w:numId="197" w16cid:durableId="2075425350">
    <w:abstractNumId w:val="90"/>
  </w:num>
  <w:num w:numId="198" w16cid:durableId="1779594279">
    <w:abstractNumId w:val="234"/>
  </w:num>
  <w:num w:numId="199" w16cid:durableId="565072783">
    <w:abstractNumId w:val="285"/>
  </w:num>
  <w:num w:numId="200" w16cid:durableId="1373461545">
    <w:abstractNumId w:val="195"/>
  </w:num>
  <w:num w:numId="201" w16cid:durableId="874195547">
    <w:abstractNumId w:val="282"/>
  </w:num>
  <w:num w:numId="202" w16cid:durableId="299573572">
    <w:abstractNumId w:val="54"/>
  </w:num>
  <w:num w:numId="203" w16cid:durableId="321086294">
    <w:abstractNumId w:val="85"/>
  </w:num>
  <w:num w:numId="204" w16cid:durableId="670648247">
    <w:abstractNumId w:val="269"/>
  </w:num>
  <w:num w:numId="205" w16cid:durableId="1096942103">
    <w:abstractNumId w:val="295"/>
  </w:num>
  <w:num w:numId="206" w16cid:durableId="1111556903">
    <w:abstractNumId w:val="51"/>
  </w:num>
  <w:num w:numId="207" w16cid:durableId="1464468850">
    <w:abstractNumId w:val="329"/>
  </w:num>
  <w:num w:numId="208" w16cid:durableId="1097217945">
    <w:abstractNumId w:val="112"/>
  </w:num>
  <w:num w:numId="209" w16cid:durableId="1536039054">
    <w:abstractNumId w:val="18"/>
  </w:num>
  <w:num w:numId="210" w16cid:durableId="1301305897">
    <w:abstractNumId w:val="240"/>
  </w:num>
  <w:num w:numId="211" w16cid:durableId="254173351">
    <w:abstractNumId w:val="171"/>
  </w:num>
  <w:num w:numId="212" w16cid:durableId="352655106">
    <w:abstractNumId w:val="135"/>
  </w:num>
  <w:num w:numId="213" w16cid:durableId="1449660474">
    <w:abstractNumId w:val="299"/>
  </w:num>
  <w:num w:numId="214" w16cid:durableId="1177232429">
    <w:abstractNumId w:val="220"/>
  </w:num>
  <w:num w:numId="215" w16cid:durableId="1497957871">
    <w:abstractNumId w:val="316"/>
  </w:num>
  <w:num w:numId="216" w16cid:durableId="1663773526">
    <w:abstractNumId w:val="1"/>
  </w:num>
  <w:num w:numId="217" w16cid:durableId="916011804">
    <w:abstractNumId w:val="344"/>
  </w:num>
  <w:num w:numId="218" w16cid:durableId="1169101025">
    <w:abstractNumId w:val="241"/>
  </w:num>
  <w:num w:numId="219" w16cid:durableId="1731076721">
    <w:abstractNumId w:val="65"/>
  </w:num>
  <w:num w:numId="220" w16cid:durableId="1741440445">
    <w:abstractNumId w:val="273"/>
  </w:num>
  <w:num w:numId="221" w16cid:durableId="812525024">
    <w:abstractNumId w:val="340"/>
  </w:num>
  <w:num w:numId="222" w16cid:durableId="1055859876">
    <w:abstractNumId w:val="78"/>
  </w:num>
  <w:num w:numId="223" w16cid:durableId="1282423940">
    <w:abstractNumId w:val="193"/>
  </w:num>
  <w:num w:numId="224" w16cid:durableId="978532053">
    <w:abstractNumId w:val="255"/>
  </w:num>
  <w:num w:numId="225" w16cid:durableId="577592688">
    <w:abstractNumId w:val="208"/>
  </w:num>
  <w:num w:numId="226" w16cid:durableId="829831224">
    <w:abstractNumId w:val="342"/>
  </w:num>
  <w:num w:numId="227" w16cid:durableId="223948411">
    <w:abstractNumId w:val="141"/>
  </w:num>
  <w:num w:numId="228" w16cid:durableId="1733040332">
    <w:abstractNumId w:val="249"/>
  </w:num>
  <w:num w:numId="229" w16cid:durableId="1755055745">
    <w:abstractNumId w:val="151"/>
  </w:num>
  <w:num w:numId="230" w16cid:durableId="936331406">
    <w:abstractNumId w:val="125"/>
  </w:num>
  <w:num w:numId="231" w16cid:durableId="618071163">
    <w:abstractNumId w:val="72"/>
  </w:num>
  <w:num w:numId="232" w16cid:durableId="1743211443">
    <w:abstractNumId w:val="263"/>
  </w:num>
  <w:num w:numId="233" w16cid:durableId="1691373929">
    <w:abstractNumId w:val="213"/>
  </w:num>
  <w:num w:numId="234" w16cid:durableId="509564442">
    <w:abstractNumId w:val="211"/>
  </w:num>
  <w:num w:numId="235" w16cid:durableId="412438441">
    <w:abstractNumId w:val="324"/>
  </w:num>
  <w:num w:numId="236" w16cid:durableId="1841579068">
    <w:abstractNumId w:val="281"/>
  </w:num>
  <w:num w:numId="237" w16cid:durableId="974023221">
    <w:abstractNumId w:val="62"/>
  </w:num>
  <w:num w:numId="238" w16cid:durableId="1659191967">
    <w:abstractNumId w:val="93"/>
  </w:num>
  <w:num w:numId="239" w16cid:durableId="1035541152">
    <w:abstractNumId w:val="152"/>
  </w:num>
  <w:num w:numId="240" w16cid:durableId="2074623268">
    <w:abstractNumId w:val="64"/>
  </w:num>
  <w:num w:numId="241" w16cid:durableId="694428862">
    <w:abstractNumId w:val="229"/>
  </w:num>
  <w:num w:numId="242" w16cid:durableId="992493305">
    <w:abstractNumId w:val="82"/>
  </w:num>
  <w:num w:numId="243" w16cid:durableId="856236521">
    <w:abstractNumId w:val="133"/>
  </w:num>
  <w:num w:numId="244" w16cid:durableId="647899388">
    <w:abstractNumId w:val="230"/>
  </w:num>
  <w:num w:numId="245" w16cid:durableId="1495104991">
    <w:abstractNumId w:val="233"/>
  </w:num>
  <w:num w:numId="246" w16cid:durableId="404035564">
    <w:abstractNumId w:val="4"/>
  </w:num>
  <w:num w:numId="247" w16cid:durableId="83915664">
    <w:abstractNumId w:val="348"/>
  </w:num>
  <w:num w:numId="248" w16cid:durableId="928388934">
    <w:abstractNumId w:val="174"/>
  </w:num>
  <w:num w:numId="249" w16cid:durableId="1335765072">
    <w:abstractNumId w:val="138"/>
  </w:num>
  <w:num w:numId="250" w16cid:durableId="648902883">
    <w:abstractNumId w:val="55"/>
  </w:num>
  <w:num w:numId="251" w16cid:durableId="1282499188">
    <w:abstractNumId w:val="252"/>
  </w:num>
  <w:num w:numId="252" w16cid:durableId="1969892971">
    <w:abstractNumId w:val="355"/>
  </w:num>
  <w:num w:numId="253" w16cid:durableId="2086105052">
    <w:abstractNumId w:val="237"/>
  </w:num>
  <w:num w:numId="254" w16cid:durableId="412094256">
    <w:abstractNumId w:val="293"/>
  </w:num>
  <w:num w:numId="255" w16cid:durableId="1507935437">
    <w:abstractNumId w:val="94"/>
  </w:num>
  <w:num w:numId="256" w16cid:durableId="1787311026">
    <w:abstractNumId w:val="98"/>
  </w:num>
  <w:num w:numId="257" w16cid:durableId="1436242202">
    <w:abstractNumId w:val="204"/>
  </w:num>
  <w:num w:numId="258" w16cid:durableId="682365690">
    <w:abstractNumId w:val="81"/>
  </w:num>
  <w:num w:numId="259" w16cid:durableId="1991329210">
    <w:abstractNumId w:val="107"/>
  </w:num>
  <w:num w:numId="260" w16cid:durableId="1088650612">
    <w:abstractNumId w:val="180"/>
  </w:num>
  <w:num w:numId="261" w16cid:durableId="1100026938">
    <w:abstractNumId w:val="188"/>
  </w:num>
  <w:num w:numId="262" w16cid:durableId="906643972">
    <w:abstractNumId w:val="312"/>
  </w:num>
  <w:num w:numId="263" w16cid:durableId="2032759514">
    <w:abstractNumId w:val="26"/>
  </w:num>
  <w:num w:numId="264" w16cid:durableId="1293632095">
    <w:abstractNumId w:val="12"/>
  </w:num>
  <w:num w:numId="265" w16cid:durableId="320549095">
    <w:abstractNumId w:val="127"/>
  </w:num>
  <w:num w:numId="266" w16cid:durableId="1662391394">
    <w:abstractNumId w:val="166"/>
  </w:num>
  <w:num w:numId="267" w16cid:durableId="1842699079">
    <w:abstractNumId w:val="131"/>
  </w:num>
  <w:num w:numId="268" w16cid:durableId="1493175466">
    <w:abstractNumId w:val="169"/>
  </w:num>
  <w:num w:numId="269" w16cid:durableId="555550934">
    <w:abstractNumId w:val="336"/>
  </w:num>
  <w:num w:numId="270" w16cid:durableId="417101424">
    <w:abstractNumId w:val="116"/>
  </w:num>
  <w:num w:numId="271" w16cid:durableId="292252664">
    <w:abstractNumId w:val="150"/>
  </w:num>
  <w:num w:numId="272" w16cid:durableId="1346785211">
    <w:abstractNumId w:val="46"/>
  </w:num>
  <w:num w:numId="273" w16cid:durableId="776103003">
    <w:abstractNumId w:val="323"/>
  </w:num>
  <w:num w:numId="274" w16cid:durableId="377315481">
    <w:abstractNumId w:val="272"/>
  </w:num>
  <w:num w:numId="275" w16cid:durableId="1218471861">
    <w:abstractNumId w:val="22"/>
  </w:num>
  <w:num w:numId="276" w16cid:durableId="882212680">
    <w:abstractNumId w:val="198"/>
  </w:num>
  <w:num w:numId="277" w16cid:durableId="1555584809">
    <w:abstractNumId w:val="256"/>
  </w:num>
  <w:num w:numId="278" w16cid:durableId="757017493">
    <w:abstractNumId w:val="124"/>
  </w:num>
  <w:num w:numId="279" w16cid:durableId="217325832">
    <w:abstractNumId w:val="253"/>
  </w:num>
  <w:num w:numId="280" w16cid:durableId="364839745">
    <w:abstractNumId w:val="37"/>
  </w:num>
  <w:num w:numId="281" w16cid:durableId="1851945460">
    <w:abstractNumId w:val="28"/>
  </w:num>
  <w:num w:numId="282" w16cid:durableId="1349680359">
    <w:abstractNumId w:val="268"/>
  </w:num>
  <w:num w:numId="283" w16cid:durableId="374358568">
    <w:abstractNumId w:val="170"/>
  </w:num>
  <w:num w:numId="284" w16cid:durableId="264702441">
    <w:abstractNumId w:val="57"/>
  </w:num>
  <w:num w:numId="285" w16cid:durableId="1301302974">
    <w:abstractNumId w:val="265"/>
  </w:num>
  <w:num w:numId="286" w16cid:durableId="1700157873">
    <w:abstractNumId w:val="111"/>
  </w:num>
  <w:num w:numId="287" w16cid:durableId="571963680">
    <w:abstractNumId w:val="260"/>
  </w:num>
  <w:num w:numId="288" w16cid:durableId="313683337">
    <w:abstractNumId w:val="123"/>
  </w:num>
  <w:num w:numId="289" w16cid:durableId="1032072296">
    <w:abstractNumId w:val="109"/>
  </w:num>
  <w:num w:numId="290" w16cid:durableId="1985230301">
    <w:abstractNumId w:val="68"/>
  </w:num>
  <w:num w:numId="291" w16cid:durableId="640157606">
    <w:abstractNumId w:val="56"/>
  </w:num>
  <w:num w:numId="292" w16cid:durableId="1729067106">
    <w:abstractNumId w:val="194"/>
  </w:num>
  <w:num w:numId="293" w16cid:durableId="1306423585">
    <w:abstractNumId w:val="250"/>
  </w:num>
  <w:num w:numId="294" w16cid:durableId="938179955">
    <w:abstractNumId w:val="176"/>
  </w:num>
  <w:num w:numId="295" w16cid:durableId="396973830">
    <w:abstractNumId w:val="239"/>
  </w:num>
  <w:num w:numId="296" w16cid:durableId="1630816102">
    <w:abstractNumId w:val="21"/>
  </w:num>
  <w:num w:numId="297" w16cid:durableId="1714577705">
    <w:abstractNumId w:val="262"/>
  </w:num>
  <w:num w:numId="298" w16cid:durableId="577714630">
    <w:abstractNumId w:val="207"/>
  </w:num>
  <w:num w:numId="299" w16cid:durableId="968365847">
    <w:abstractNumId w:val="319"/>
  </w:num>
  <w:num w:numId="300" w16cid:durableId="757945508">
    <w:abstractNumId w:val="286"/>
  </w:num>
  <w:num w:numId="301" w16cid:durableId="61831447">
    <w:abstractNumId w:val="345"/>
  </w:num>
  <w:num w:numId="302" w16cid:durableId="736824341">
    <w:abstractNumId w:val="199"/>
  </w:num>
  <w:num w:numId="303" w16cid:durableId="82267048">
    <w:abstractNumId w:val="214"/>
  </w:num>
  <w:num w:numId="304" w16cid:durableId="2014263846">
    <w:abstractNumId w:val="334"/>
  </w:num>
  <w:num w:numId="305" w16cid:durableId="1205753811">
    <w:abstractNumId w:val="236"/>
  </w:num>
  <w:num w:numId="306" w16cid:durableId="127749126">
    <w:abstractNumId w:val="210"/>
  </w:num>
  <w:num w:numId="307" w16cid:durableId="1535657158">
    <w:abstractNumId w:val="327"/>
  </w:num>
  <w:num w:numId="308" w16cid:durableId="1724868057">
    <w:abstractNumId w:val="25"/>
  </w:num>
  <w:num w:numId="309" w16cid:durableId="2145271538">
    <w:abstractNumId w:val="217"/>
  </w:num>
  <w:num w:numId="310" w16cid:durableId="645623322">
    <w:abstractNumId w:val="80"/>
  </w:num>
  <w:num w:numId="311" w16cid:durableId="942494904">
    <w:abstractNumId w:val="110"/>
  </w:num>
  <w:num w:numId="312" w16cid:durableId="2051949417">
    <w:abstractNumId w:val="275"/>
  </w:num>
  <w:num w:numId="313" w16cid:durableId="2008433989">
    <w:abstractNumId w:val="144"/>
  </w:num>
  <w:num w:numId="314" w16cid:durableId="1408115233">
    <w:abstractNumId w:val="289"/>
  </w:num>
  <w:num w:numId="315" w16cid:durableId="876161506">
    <w:abstractNumId w:val="99"/>
  </w:num>
  <w:num w:numId="316" w16cid:durableId="260338671">
    <w:abstractNumId w:val="296"/>
  </w:num>
  <w:num w:numId="317" w16cid:durableId="454718952">
    <w:abstractNumId w:val="163"/>
  </w:num>
  <w:num w:numId="318" w16cid:durableId="1144160130">
    <w:abstractNumId w:val="274"/>
  </w:num>
  <w:num w:numId="319" w16cid:durableId="1576280439">
    <w:abstractNumId w:val="106"/>
  </w:num>
  <w:num w:numId="320" w16cid:durableId="1357152039">
    <w:abstractNumId w:val="126"/>
  </w:num>
  <w:num w:numId="321" w16cid:durableId="719213402">
    <w:abstractNumId w:val="218"/>
  </w:num>
  <w:num w:numId="322" w16cid:durableId="2050258904">
    <w:abstractNumId w:val="23"/>
  </w:num>
  <w:num w:numId="323" w16cid:durableId="1296595569">
    <w:abstractNumId w:val="97"/>
  </w:num>
  <w:num w:numId="324" w16cid:durableId="864097862">
    <w:abstractNumId w:val="291"/>
  </w:num>
  <w:num w:numId="325" w16cid:durableId="1120421815">
    <w:abstractNumId w:val="43"/>
  </w:num>
  <w:num w:numId="326" w16cid:durableId="1070151562">
    <w:abstractNumId w:val="149"/>
  </w:num>
  <w:num w:numId="327" w16cid:durableId="1139567658">
    <w:abstractNumId w:val="3"/>
  </w:num>
  <w:num w:numId="328" w16cid:durableId="486942327">
    <w:abstractNumId w:val="145"/>
  </w:num>
  <w:num w:numId="329" w16cid:durableId="838689376">
    <w:abstractNumId w:val="115"/>
  </w:num>
  <w:num w:numId="330" w16cid:durableId="1210875372">
    <w:abstractNumId w:val="9"/>
  </w:num>
  <w:num w:numId="331" w16cid:durableId="1222398429">
    <w:abstractNumId w:val="202"/>
  </w:num>
  <w:num w:numId="332" w16cid:durableId="1690521220">
    <w:abstractNumId w:val="302"/>
  </w:num>
  <w:num w:numId="333" w16cid:durableId="347877604">
    <w:abstractNumId w:val="226"/>
  </w:num>
  <w:num w:numId="334" w16cid:durableId="65807581">
    <w:abstractNumId w:val="284"/>
  </w:num>
  <w:num w:numId="335" w16cid:durableId="1541286320">
    <w:abstractNumId w:val="33"/>
  </w:num>
  <w:num w:numId="336" w16cid:durableId="843712567">
    <w:abstractNumId w:val="224"/>
  </w:num>
  <w:num w:numId="337" w16cid:durableId="2033456127">
    <w:abstractNumId w:val="221"/>
  </w:num>
  <w:num w:numId="338" w16cid:durableId="425812721">
    <w:abstractNumId w:val="38"/>
  </w:num>
  <w:num w:numId="339" w16cid:durableId="1462990121">
    <w:abstractNumId w:val="307"/>
  </w:num>
  <w:num w:numId="340" w16cid:durableId="1284382672">
    <w:abstractNumId w:val="154"/>
  </w:num>
  <w:num w:numId="341" w16cid:durableId="1043674639">
    <w:abstractNumId w:val="41"/>
  </w:num>
  <w:num w:numId="342" w16cid:durableId="1838882487">
    <w:abstractNumId w:val="40"/>
  </w:num>
  <w:num w:numId="343" w16cid:durableId="1154561671">
    <w:abstractNumId w:val="74"/>
  </w:num>
  <w:num w:numId="344" w16cid:durableId="372386043">
    <w:abstractNumId w:val="279"/>
  </w:num>
  <w:num w:numId="345" w16cid:durableId="2041085365">
    <w:abstractNumId w:val="257"/>
  </w:num>
  <w:num w:numId="346" w16cid:durableId="391973367">
    <w:abstractNumId w:val="322"/>
  </w:num>
  <w:num w:numId="347" w16cid:durableId="7486556">
    <w:abstractNumId w:val="227"/>
  </w:num>
  <w:num w:numId="348" w16cid:durableId="652831379">
    <w:abstractNumId w:val="228"/>
  </w:num>
  <w:num w:numId="349" w16cid:durableId="824591464">
    <w:abstractNumId w:val="63"/>
  </w:num>
  <w:num w:numId="350" w16cid:durableId="1184633262">
    <w:abstractNumId w:val="317"/>
  </w:num>
  <w:num w:numId="351" w16cid:durableId="780145026">
    <w:abstractNumId w:val="261"/>
  </w:num>
  <w:num w:numId="352" w16cid:durableId="66920279">
    <w:abstractNumId w:val="353"/>
  </w:num>
  <w:num w:numId="353" w16cid:durableId="1837989050">
    <w:abstractNumId w:val="172"/>
  </w:num>
  <w:num w:numId="354" w16cid:durableId="2128379856">
    <w:abstractNumId w:val="164"/>
  </w:num>
  <w:num w:numId="355" w16cid:durableId="1780757101">
    <w:abstractNumId w:val="161"/>
  </w:num>
  <w:num w:numId="356" w16cid:durableId="725642818">
    <w:abstractNumId w:val="134"/>
  </w:num>
  <w:num w:numId="357" w16cid:durableId="2117551619">
    <w:abstractNumId w:val="160"/>
  </w:num>
  <w:num w:numId="358" w16cid:durableId="1462385556">
    <w:abstractNumId w:val="28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4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F9"/>
    <w:rsid w:val="00054768"/>
    <w:rsid w:val="00072A6A"/>
    <w:rsid w:val="000827D2"/>
    <w:rsid w:val="000B563B"/>
    <w:rsid w:val="000E75BA"/>
    <w:rsid w:val="0016102D"/>
    <w:rsid w:val="001736A9"/>
    <w:rsid w:val="001A4754"/>
    <w:rsid w:val="001B1D3E"/>
    <w:rsid w:val="001D403D"/>
    <w:rsid w:val="00223150"/>
    <w:rsid w:val="00230D21"/>
    <w:rsid w:val="00250E39"/>
    <w:rsid w:val="00260844"/>
    <w:rsid w:val="002A0BDA"/>
    <w:rsid w:val="002C2720"/>
    <w:rsid w:val="003D1C7C"/>
    <w:rsid w:val="003D2F86"/>
    <w:rsid w:val="003F2C61"/>
    <w:rsid w:val="003F484F"/>
    <w:rsid w:val="00417C30"/>
    <w:rsid w:val="00487D7A"/>
    <w:rsid w:val="004C19AB"/>
    <w:rsid w:val="004C2E44"/>
    <w:rsid w:val="004D03C2"/>
    <w:rsid w:val="005244D3"/>
    <w:rsid w:val="0053058B"/>
    <w:rsid w:val="005648B7"/>
    <w:rsid w:val="0059403C"/>
    <w:rsid w:val="005A5452"/>
    <w:rsid w:val="005B74D1"/>
    <w:rsid w:val="006263AE"/>
    <w:rsid w:val="00651D8C"/>
    <w:rsid w:val="00663B59"/>
    <w:rsid w:val="006768E8"/>
    <w:rsid w:val="006C4F9C"/>
    <w:rsid w:val="007649FB"/>
    <w:rsid w:val="007D612A"/>
    <w:rsid w:val="00805AEC"/>
    <w:rsid w:val="00834868"/>
    <w:rsid w:val="00846F84"/>
    <w:rsid w:val="008622AD"/>
    <w:rsid w:val="008764CC"/>
    <w:rsid w:val="00880F32"/>
    <w:rsid w:val="008A0FE8"/>
    <w:rsid w:val="00905A76"/>
    <w:rsid w:val="009310CC"/>
    <w:rsid w:val="0096288F"/>
    <w:rsid w:val="0096432B"/>
    <w:rsid w:val="009A36A3"/>
    <w:rsid w:val="00A0221E"/>
    <w:rsid w:val="00A05D2D"/>
    <w:rsid w:val="00A85422"/>
    <w:rsid w:val="00A8593D"/>
    <w:rsid w:val="00AA00CB"/>
    <w:rsid w:val="00AC46FE"/>
    <w:rsid w:val="00AD1920"/>
    <w:rsid w:val="00B33C7C"/>
    <w:rsid w:val="00B449DA"/>
    <w:rsid w:val="00B72E9B"/>
    <w:rsid w:val="00B818C2"/>
    <w:rsid w:val="00B91C5C"/>
    <w:rsid w:val="00B9231C"/>
    <w:rsid w:val="00BC29B3"/>
    <w:rsid w:val="00BD20AD"/>
    <w:rsid w:val="00BD31E6"/>
    <w:rsid w:val="00BD7756"/>
    <w:rsid w:val="00BE15CE"/>
    <w:rsid w:val="00BE1FA1"/>
    <w:rsid w:val="00C163F9"/>
    <w:rsid w:val="00C264A6"/>
    <w:rsid w:val="00C41C91"/>
    <w:rsid w:val="00C50E88"/>
    <w:rsid w:val="00C56357"/>
    <w:rsid w:val="00C57DEE"/>
    <w:rsid w:val="00C65108"/>
    <w:rsid w:val="00C7299B"/>
    <w:rsid w:val="00C74014"/>
    <w:rsid w:val="00C860B0"/>
    <w:rsid w:val="00CB4DC4"/>
    <w:rsid w:val="00CD7BA6"/>
    <w:rsid w:val="00D01B12"/>
    <w:rsid w:val="00D11A2F"/>
    <w:rsid w:val="00D71A4B"/>
    <w:rsid w:val="00DA3181"/>
    <w:rsid w:val="00DD6E17"/>
    <w:rsid w:val="00DE4833"/>
    <w:rsid w:val="00DF7482"/>
    <w:rsid w:val="00E1791A"/>
    <w:rsid w:val="00E2573D"/>
    <w:rsid w:val="00E279E9"/>
    <w:rsid w:val="00E41DAE"/>
    <w:rsid w:val="00E7720D"/>
    <w:rsid w:val="00E92B9A"/>
    <w:rsid w:val="00EA1828"/>
    <w:rsid w:val="00EA6483"/>
    <w:rsid w:val="00EC4BF2"/>
    <w:rsid w:val="00ED0028"/>
    <w:rsid w:val="00EF22F2"/>
    <w:rsid w:val="00F04D8B"/>
    <w:rsid w:val="00F32EA0"/>
    <w:rsid w:val="00F62FD6"/>
    <w:rsid w:val="00FA087D"/>
    <w:rsid w:val="00FB0A55"/>
    <w:rsid w:val="00FC2C3C"/>
    <w:rsid w:val="00FE14CC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64A73"/>
  <w15:docId w15:val="{DD0E9728-BDAF-1D47-A485-4D72C900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oppins" w:eastAsia="Poppins" w:hAnsi="Poppins" w:cs="Poppins"/>
    </w:rPr>
  </w:style>
  <w:style w:type="paragraph" w:styleId="Heading1">
    <w:name w:val="heading 1"/>
    <w:basedOn w:val="Normal"/>
    <w:link w:val="Heading1Char"/>
    <w:uiPriority w:val="9"/>
    <w:qFormat/>
    <w:rsid w:val="00EF22F2"/>
    <w:pPr>
      <w:spacing w:before="120" w:after="360" w:line="192" w:lineRule="auto"/>
      <w:outlineLvl w:val="0"/>
    </w:pPr>
    <w:rPr>
      <w:rFonts w:ascii="Oswald Medium" w:eastAsia="Oswald" w:hAnsi="Oswald Medium" w:cs="Oswald"/>
      <w:caps/>
      <w:color w:val="00548E" w:themeColor="accent1"/>
      <w:sz w:val="48"/>
      <w:szCs w:val="48"/>
      <w:lang w:val="en-GB"/>
    </w:rPr>
  </w:style>
  <w:style w:type="paragraph" w:styleId="Heading2">
    <w:name w:val="heading 2"/>
    <w:basedOn w:val="Normal"/>
    <w:link w:val="Heading2Char"/>
    <w:uiPriority w:val="9"/>
    <w:unhideWhenUsed/>
    <w:qFormat/>
    <w:rsid w:val="003F2C61"/>
    <w:pPr>
      <w:snapToGrid w:val="0"/>
      <w:spacing w:before="120" w:after="120"/>
      <w:outlineLvl w:val="1"/>
    </w:pPr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9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05A76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  <w:lang w:val="en-GB"/>
    </w:rPr>
  </w:style>
  <w:style w:type="paragraph" w:styleId="Heading5">
    <w:name w:val="heading 5"/>
    <w:basedOn w:val="Normal"/>
    <w:next w:val="Normal"/>
    <w:link w:val="Heading5Char"/>
    <w:rsid w:val="00905A76"/>
    <w:pPr>
      <w:keepNext/>
      <w:keepLines/>
      <w:widowControl/>
      <w:autoSpaceDE/>
      <w:autoSpaceDN/>
      <w:spacing w:before="220" w:after="40" w:line="276" w:lineRule="auto"/>
      <w:outlineLvl w:val="4"/>
    </w:pPr>
    <w:rPr>
      <w:rFonts w:ascii="Verdana" w:eastAsia="Arial" w:hAnsi="Verdana" w:cs="Verdana"/>
      <w:b/>
      <w:lang w:val="en" w:eastAsia="en-PH"/>
    </w:rPr>
  </w:style>
  <w:style w:type="paragraph" w:styleId="Heading6">
    <w:name w:val="heading 6"/>
    <w:basedOn w:val="Normal"/>
    <w:next w:val="Normal"/>
    <w:link w:val="Heading6Char"/>
    <w:rsid w:val="00905A76"/>
    <w:pPr>
      <w:keepNext/>
      <w:keepLines/>
      <w:widowControl/>
      <w:autoSpaceDE/>
      <w:autoSpaceDN/>
      <w:spacing w:before="200" w:after="40" w:line="276" w:lineRule="auto"/>
      <w:outlineLvl w:val="5"/>
    </w:pPr>
    <w:rPr>
      <w:rFonts w:ascii="Verdana" w:eastAsia="Arial" w:hAnsi="Verdana" w:cs="Verdana"/>
      <w:b/>
      <w:sz w:val="20"/>
      <w:szCs w:val="20"/>
      <w:lang w:val="en"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3F2C61"/>
    <w:pPr>
      <w:tabs>
        <w:tab w:val="right" w:leader="dot" w:pos="9746"/>
      </w:tabs>
      <w:spacing w:before="196"/>
      <w:ind w:left="473" w:hanging="200"/>
    </w:pPr>
    <w:rPr>
      <w:noProof/>
      <w:color w:val="005592" w:themeColor="text1"/>
      <w:szCs w:val="18"/>
    </w:rPr>
  </w:style>
  <w:style w:type="paragraph" w:styleId="TOC2">
    <w:name w:val="toc 2"/>
    <w:basedOn w:val="Normal"/>
    <w:uiPriority w:val="39"/>
    <w:qFormat/>
    <w:rsid w:val="005244D3"/>
    <w:pPr>
      <w:spacing w:before="197"/>
      <w:ind w:left="896" w:hanging="339"/>
    </w:pPr>
    <w:rPr>
      <w:sz w:val="21"/>
      <w:szCs w:val="18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link w:val="TitleChar"/>
    <w:qFormat/>
    <w:rsid w:val="006768E8"/>
    <w:pPr>
      <w:spacing w:before="379" w:line="1021" w:lineRule="exact"/>
      <w:ind w:left="330"/>
    </w:pPr>
    <w:rPr>
      <w:rFonts w:ascii="Oswald Medium" w:eastAsia="Oswald" w:hAnsi="Oswald Medium" w:cs="Oswald"/>
      <w:sz w:val="70"/>
      <w:szCs w:val="70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pPr>
      <w:spacing w:before="197"/>
      <w:ind w:left="896" w:hanging="33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E44"/>
    <w:rPr>
      <w:rFonts w:ascii="Poppins" w:eastAsia="Poppins" w:hAnsi="Poppins" w:cs="Poppins"/>
    </w:rPr>
  </w:style>
  <w:style w:type="paragraph" w:styleId="Footer">
    <w:name w:val="footer"/>
    <w:basedOn w:val="Normal"/>
    <w:link w:val="Foot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E44"/>
    <w:rPr>
      <w:rFonts w:ascii="Poppins" w:eastAsia="Poppins" w:hAnsi="Poppins" w:cs="Poppins"/>
    </w:rPr>
  </w:style>
  <w:style w:type="character" w:styleId="PageNumber">
    <w:name w:val="page number"/>
    <w:basedOn w:val="DefaultParagraphFont"/>
    <w:uiPriority w:val="99"/>
    <w:semiHidden/>
    <w:unhideWhenUsed/>
    <w:rsid w:val="004C2E44"/>
  </w:style>
  <w:style w:type="character" w:styleId="Hyperlink">
    <w:name w:val="Hyperlink"/>
    <w:basedOn w:val="DefaultParagraphFont"/>
    <w:uiPriority w:val="99"/>
    <w:unhideWhenUsed/>
    <w:rsid w:val="00E7720D"/>
    <w:rPr>
      <w:color w:val="00C2F7" w:themeColor="accent2"/>
      <w:u w:val="single"/>
    </w:rPr>
  </w:style>
  <w:style w:type="numbering" w:customStyle="1" w:styleId="CurrentList1">
    <w:name w:val="Current List1"/>
    <w:uiPriority w:val="99"/>
    <w:rsid w:val="006768E8"/>
    <w:pPr>
      <w:numPr>
        <w:numId w:val="4"/>
      </w:numPr>
    </w:pPr>
  </w:style>
  <w:style w:type="numbering" w:customStyle="1" w:styleId="CurrentList2">
    <w:name w:val="Current List2"/>
    <w:uiPriority w:val="99"/>
    <w:rsid w:val="006768E8"/>
    <w:pPr>
      <w:numPr>
        <w:numId w:val="5"/>
      </w:numPr>
    </w:pPr>
  </w:style>
  <w:style w:type="numbering" w:customStyle="1" w:styleId="CurrentList3">
    <w:name w:val="Current List3"/>
    <w:uiPriority w:val="99"/>
    <w:rsid w:val="006768E8"/>
    <w:pPr>
      <w:numPr>
        <w:numId w:val="6"/>
      </w:numPr>
    </w:pPr>
  </w:style>
  <w:style w:type="numbering" w:customStyle="1" w:styleId="CurrentList4">
    <w:name w:val="Current List4"/>
    <w:uiPriority w:val="99"/>
    <w:rsid w:val="006768E8"/>
    <w:pPr>
      <w:numPr>
        <w:numId w:val="7"/>
      </w:numPr>
    </w:pPr>
  </w:style>
  <w:style w:type="numbering" w:customStyle="1" w:styleId="CurrentList5">
    <w:name w:val="Current List5"/>
    <w:uiPriority w:val="99"/>
    <w:rsid w:val="006768E8"/>
    <w:pPr>
      <w:numPr>
        <w:numId w:val="8"/>
      </w:numPr>
    </w:pPr>
  </w:style>
  <w:style w:type="numbering" w:customStyle="1" w:styleId="CurrentList6">
    <w:name w:val="Current List6"/>
    <w:uiPriority w:val="99"/>
    <w:rsid w:val="006768E8"/>
    <w:pPr>
      <w:numPr>
        <w:numId w:val="9"/>
      </w:numPr>
    </w:pPr>
  </w:style>
  <w:style w:type="numbering" w:customStyle="1" w:styleId="CurrentList7">
    <w:name w:val="Current List7"/>
    <w:uiPriority w:val="99"/>
    <w:rsid w:val="006768E8"/>
    <w:pPr>
      <w:numPr>
        <w:numId w:val="10"/>
      </w:numPr>
    </w:pPr>
  </w:style>
  <w:style w:type="table" w:styleId="TableGrid">
    <w:name w:val="Table Grid"/>
    <w:basedOn w:val="TableNormal"/>
    <w:uiPriority w:val="39"/>
    <w:rsid w:val="00E27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ofDocument">
    <w:name w:val="Name of Document"/>
    <w:basedOn w:val="Title"/>
    <w:qFormat/>
    <w:rsid w:val="00AA00CB"/>
    <w:rPr>
      <w:color w:val="FFFFFF"/>
      <w:w w:val="110"/>
    </w:rPr>
  </w:style>
  <w:style w:type="character" w:styleId="FootnoteReference">
    <w:name w:val="footnote reference"/>
    <w:basedOn w:val="DefaultParagraphFont"/>
    <w:uiPriority w:val="99"/>
    <w:rsid w:val="005244D3"/>
    <w:rPr>
      <w:rFonts w:ascii="Poppins" w:hAnsi="Poppins"/>
      <w:sz w:val="14"/>
      <w:vertAlign w:val="superscript"/>
    </w:rPr>
  </w:style>
  <w:style w:type="paragraph" w:customStyle="1" w:styleId="FootnotesFOOTNOTESitalicsareincharacterstyle">
    <w:name w:val="Footnotes (FOOTNOTES (italics are in character style))"/>
    <w:basedOn w:val="Normal"/>
    <w:autoRedefine/>
    <w:uiPriority w:val="99"/>
    <w:rsid w:val="00E7720D"/>
    <w:pPr>
      <w:adjustRightInd w:val="0"/>
      <w:spacing w:before="120" w:after="120" w:line="220" w:lineRule="atLeast"/>
      <w:ind w:left="90" w:hanging="90"/>
      <w:textAlignment w:val="center"/>
    </w:pPr>
    <w:rPr>
      <w:rFonts w:ascii="Poppins Light" w:eastAsiaTheme="minorHAnsi" w:hAnsi="Poppins Light" w:cs="TheSansLight-Plain"/>
      <w:color w:val="000000"/>
      <w:sz w:val="15"/>
      <w:szCs w:val="15"/>
    </w:rPr>
  </w:style>
  <w:style w:type="character" w:customStyle="1" w:styleId="Hyperlink1">
    <w:name w:val="Hyperlink1"/>
    <w:basedOn w:val="DefaultParagraphFont"/>
    <w:rsid w:val="005244D3"/>
    <w:rPr>
      <w:color w:val="45BFF2"/>
      <w:u w:val="single"/>
    </w:rPr>
  </w:style>
  <w:style w:type="paragraph" w:customStyle="1" w:styleId="IntroParagraph-Aptos">
    <w:name w:val="Intro Paragraph - Aptos"/>
    <w:basedOn w:val="Normal"/>
    <w:qFormat/>
    <w:rsid w:val="00651D8C"/>
    <w:pPr>
      <w:tabs>
        <w:tab w:val="left" w:pos="120"/>
      </w:tabs>
      <w:suppressAutoHyphens/>
      <w:adjustRightInd w:val="0"/>
      <w:spacing w:before="240" w:after="240" w:line="264" w:lineRule="auto"/>
      <w:textAlignment w:val="center"/>
    </w:pPr>
    <w:rPr>
      <w:rFonts w:ascii="Aptos" w:eastAsia="Cambria" w:hAnsi="Aptos" w:cs="TheSansLight-Plain"/>
      <w:color w:val="45BFF2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F2C61"/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customStyle="1" w:styleId="BodyFont-Poppins">
    <w:name w:val="Body Font - Poppins"/>
    <w:basedOn w:val="Normal"/>
    <w:qFormat/>
    <w:rsid w:val="005244D3"/>
    <w:pPr>
      <w:tabs>
        <w:tab w:val="left" w:pos="120"/>
      </w:tabs>
      <w:suppressAutoHyphens/>
      <w:adjustRightInd w:val="0"/>
      <w:spacing w:after="130" w:line="262" w:lineRule="atLeast"/>
      <w:jc w:val="both"/>
      <w:textAlignment w:val="center"/>
    </w:pPr>
    <w:rPr>
      <w:rFonts w:eastAsia="Cambria" w:cs="TheSansLight-Plain"/>
      <w:color w:val="000000"/>
      <w:szCs w:val="19"/>
    </w:rPr>
  </w:style>
  <w:style w:type="table" w:styleId="TableGridLight">
    <w:name w:val="Grid Table Light"/>
    <w:basedOn w:val="TableNormal"/>
    <w:uiPriority w:val="40"/>
    <w:rsid w:val="00EA182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A182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A1828"/>
    <w:tblPr>
      <w:tblStyleRowBandSize w:val="1"/>
      <w:tblStyleColBandSize w:val="1"/>
      <w:tblBorders>
        <w:top w:val="single" w:sz="4" w:space="0" w:color="48B2FF" w:themeColor="text1" w:themeTint="80"/>
        <w:bottom w:val="single" w:sz="4" w:space="0" w:color="48B2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48B2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2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1Horz">
      <w:tblPr/>
      <w:tcPr>
        <w:tcBorders>
          <w:top w:val="single" w:sz="4" w:space="0" w:color="48B2FF" w:themeColor="text1" w:themeTint="80"/>
          <w:bottom w:val="single" w:sz="4" w:space="0" w:color="48B2F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A182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48B2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EA182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3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band1Vert">
      <w:tblPr/>
      <w:tcPr>
        <w:shd w:val="clear" w:color="auto" w:fill="95E8FF" w:themeFill="accent2" w:themeFillTint="66"/>
      </w:tcPr>
    </w:tblStylePr>
    <w:tblStylePr w:type="band1Horz">
      <w:tblPr/>
      <w:tcPr>
        <w:shd w:val="clear" w:color="auto" w:fill="95E8FF" w:themeFill="accent2" w:themeFillTint="66"/>
      </w:tcPr>
    </w:tblStylePr>
  </w:style>
  <w:style w:type="paragraph" w:customStyle="1" w:styleId="00LocationandYearTITLEPAGE">
    <w:name w:val="00_Location and Year (TITLE PAGE)"/>
    <w:basedOn w:val="Normal"/>
    <w:autoRedefine/>
    <w:uiPriority w:val="99"/>
    <w:rsid w:val="00DA3181"/>
    <w:pPr>
      <w:suppressAutoHyphens/>
      <w:adjustRightInd w:val="0"/>
      <w:spacing w:after="40" w:line="300" w:lineRule="atLeast"/>
      <w:textAlignment w:val="center"/>
    </w:pPr>
    <w:rPr>
      <w:rFonts w:ascii="Calibri" w:eastAsiaTheme="minorHAnsi" w:hAnsi="Calibri" w:cs="Oswald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F22F2"/>
    <w:rPr>
      <w:rFonts w:ascii="Oswald Medium" w:eastAsia="Oswald" w:hAnsi="Oswald Medium" w:cs="Oswald"/>
      <w:caps/>
      <w:color w:val="00548E" w:themeColor="accent1"/>
      <w:sz w:val="48"/>
      <w:szCs w:val="48"/>
      <w:lang w:val="en-GB"/>
    </w:rPr>
  </w:style>
  <w:style w:type="paragraph" w:customStyle="1" w:styleId="BulletedList">
    <w:name w:val="Bulleted List"/>
    <w:basedOn w:val="BodyFont-Poppins"/>
    <w:qFormat/>
    <w:rsid w:val="00E7720D"/>
    <w:pPr>
      <w:numPr>
        <w:numId w:val="16"/>
      </w:numPr>
    </w:pPr>
    <w:rPr>
      <w:szCs w:val="22"/>
    </w:rPr>
  </w:style>
  <w:style w:type="paragraph" w:customStyle="1" w:styleId="Newnormal">
    <w:name w:val="New normal"/>
    <w:basedOn w:val="Normal"/>
    <w:rsid w:val="00E7720D"/>
    <w:pPr>
      <w:numPr>
        <w:numId w:val="17"/>
      </w:numPr>
    </w:pPr>
  </w:style>
  <w:style w:type="paragraph" w:customStyle="1" w:styleId="NumberedList">
    <w:name w:val="Numbered List"/>
    <w:basedOn w:val="BodyFont-Poppins"/>
    <w:qFormat/>
    <w:rsid w:val="00E7720D"/>
    <w:pPr>
      <w:numPr>
        <w:numId w:val="21"/>
      </w:numPr>
    </w:pPr>
  </w:style>
  <w:style w:type="character" w:customStyle="1" w:styleId="ListParagraphChar">
    <w:name w:val="List Paragraph Char"/>
    <w:aliases w:val="Numbering Char"/>
    <w:basedOn w:val="DefaultParagraphFont"/>
    <w:link w:val="ListParagraph"/>
    <w:uiPriority w:val="34"/>
    <w:locked/>
    <w:rsid w:val="00E7720D"/>
    <w:rPr>
      <w:rFonts w:ascii="Poppins" w:eastAsia="Poppins" w:hAnsi="Poppins" w:cs="Poppins"/>
    </w:rPr>
  </w:style>
  <w:style w:type="paragraph" w:styleId="FootnoteText">
    <w:name w:val="footnote text"/>
    <w:basedOn w:val="Normal"/>
    <w:link w:val="FootnoteTextChar"/>
    <w:uiPriority w:val="99"/>
    <w:unhideWhenUsed/>
    <w:rsid w:val="00EC4BF2"/>
    <w:rPr>
      <w:rFonts w:ascii="Aptos" w:hAnsi="Aptos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C4BF2"/>
    <w:rPr>
      <w:rFonts w:ascii="Aptos" w:eastAsia="Poppins" w:hAnsi="Aptos" w:cs="Poppins"/>
      <w:sz w:val="18"/>
      <w:szCs w:val="18"/>
    </w:rPr>
  </w:style>
  <w:style w:type="paragraph" w:customStyle="1" w:styleId="ParagraphHeader-Aptos">
    <w:name w:val="Paragraph Header - Aptos"/>
    <w:basedOn w:val="Normal"/>
    <w:qFormat/>
    <w:rsid w:val="00E7720D"/>
    <w:pPr>
      <w:keepNext/>
      <w:keepLines/>
      <w:widowControl/>
      <w:suppressAutoHyphens/>
      <w:autoSpaceDE/>
      <w:autoSpaceDN/>
      <w:spacing w:before="240" w:after="240"/>
      <w:ind w:right="-28"/>
      <w:outlineLvl w:val="0"/>
    </w:pPr>
    <w:rPr>
      <w:rFonts w:asciiTheme="minorHAnsi" w:eastAsia="Times New Roman" w:hAnsiTheme="minorHAnsi" w:cs="Times New Roman"/>
      <w:bCs/>
      <w:color w:val="45BFF2"/>
      <w:sz w:val="28"/>
      <w:szCs w:val="28"/>
      <w:lang w:val="en-GB"/>
    </w:rPr>
  </w:style>
  <w:style w:type="paragraph" w:customStyle="1" w:styleId="BoxTitle">
    <w:name w:val="Box Title"/>
    <w:qFormat/>
    <w:rsid w:val="00C65108"/>
    <w:rPr>
      <w:rFonts w:ascii="Poppins" w:eastAsia="Cambria" w:hAnsi="Poppins" w:cs="TheSansLight-Plain"/>
      <w:b/>
      <w:bCs/>
      <w:color w:val="00C2F7" w:themeColor="accent2"/>
      <w:sz w:val="21"/>
      <w:szCs w:val="21"/>
    </w:rPr>
  </w:style>
  <w:style w:type="paragraph" w:customStyle="1" w:styleId="Boxedtext">
    <w:name w:val="Boxed text"/>
    <w:basedOn w:val="BodyFont-Poppins"/>
    <w:qFormat/>
    <w:rsid w:val="00C65108"/>
    <w:pPr>
      <w:spacing w:before="240" w:line="288" w:lineRule="auto"/>
      <w:jc w:val="left"/>
    </w:pPr>
    <w:rPr>
      <w:rFonts w:ascii="Aptos Light" w:hAnsi="Aptos Light"/>
      <w:sz w:val="20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BC29B3"/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0827D2"/>
    <w:pPr>
      <w:widowControl/>
      <w:autoSpaceDE/>
      <w:autoSpaceDN/>
    </w:pPr>
    <w:rPr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lltext">
    <w:name w:val="Table cell text"/>
    <w:basedOn w:val="Normal"/>
    <w:qFormat/>
    <w:rsid w:val="000827D2"/>
    <w:pPr>
      <w:widowControl/>
      <w:autoSpaceDE/>
      <w:autoSpaceDN/>
      <w:spacing w:line="259" w:lineRule="auto"/>
      <w:contextualSpacing/>
    </w:pPr>
    <w:rPr>
      <w:rFonts w:ascii="Aptos Light" w:eastAsia="Times New Roman" w:hAnsi="Aptos Light" w:cs="Arial"/>
      <w:kern w:val="2"/>
      <w:sz w:val="18"/>
      <w:szCs w:val="18"/>
      <w:lang w:val="en-GB"/>
      <w14:ligatures w14:val="standardContextual"/>
    </w:rPr>
  </w:style>
  <w:style w:type="paragraph" w:customStyle="1" w:styleId="Tableheaderrow">
    <w:name w:val="Table header row"/>
    <w:basedOn w:val="Tablecelltext"/>
    <w:qFormat/>
    <w:rsid w:val="000827D2"/>
    <w:rPr>
      <w:rFonts w:ascii="Aptos" w:hAnsi="Aptos"/>
      <w:b/>
      <w:bCs/>
      <w:color w:val="FFFFFF" w:themeColor="background1"/>
    </w:rPr>
  </w:style>
  <w:style w:type="table" w:customStyle="1" w:styleId="TableGrid2">
    <w:name w:val="Table Grid2"/>
    <w:basedOn w:val="TableNormal"/>
    <w:next w:val="TableGrid"/>
    <w:uiPriority w:val="39"/>
    <w:rsid w:val="00880F3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905A76"/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905A76"/>
    <w:rPr>
      <w:rFonts w:ascii="Verdana" w:eastAsia="Arial" w:hAnsi="Verdana" w:cs="Verdana"/>
      <w:b/>
      <w:lang w:val="en" w:eastAsia="en-PH"/>
    </w:rPr>
  </w:style>
  <w:style w:type="character" w:customStyle="1" w:styleId="Heading6Char">
    <w:name w:val="Heading 6 Char"/>
    <w:basedOn w:val="DefaultParagraphFont"/>
    <w:link w:val="Heading6"/>
    <w:rsid w:val="00905A76"/>
    <w:rPr>
      <w:rFonts w:ascii="Verdana" w:eastAsia="Arial" w:hAnsi="Verdana" w:cs="Verdana"/>
      <w:b/>
      <w:sz w:val="20"/>
      <w:szCs w:val="20"/>
      <w:lang w:val="en" w:eastAsia="en-PH"/>
    </w:rPr>
  </w:style>
  <w:style w:type="paragraph" w:styleId="CommentText">
    <w:name w:val="annotation text"/>
    <w:basedOn w:val="Normal"/>
    <w:link w:val="CommentTextChar"/>
    <w:uiPriority w:val="99"/>
    <w:unhideWhenUsed/>
    <w:rsid w:val="00905A76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  <w:lang w:val="en-PH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5A76"/>
    <w:rPr>
      <w:rFonts w:eastAsiaTheme="minorEastAsia"/>
      <w:sz w:val="20"/>
      <w:szCs w:val="20"/>
      <w:lang w:val="en-PH"/>
    </w:rPr>
  </w:style>
  <w:style w:type="character" w:styleId="CommentReference">
    <w:name w:val="annotation reference"/>
    <w:basedOn w:val="DefaultParagraphFont"/>
    <w:uiPriority w:val="99"/>
    <w:semiHidden/>
    <w:unhideWhenUsed/>
    <w:rsid w:val="00905A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A76"/>
    <w:rPr>
      <w:rFonts w:eastAsiaTheme="minorEastAsia"/>
      <w:b/>
      <w:bCs/>
      <w:sz w:val="20"/>
      <w:szCs w:val="20"/>
      <w:lang w:val="en-PH"/>
    </w:rPr>
  </w:style>
  <w:style w:type="character" w:styleId="UnresolvedMention">
    <w:name w:val="Unresolved Mention"/>
    <w:basedOn w:val="DefaultParagraphFont"/>
    <w:uiPriority w:val="99"/>
    <w:unhideWhenUsed/>
    <w:rsid w:val="00905A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05A76"/>
    <w:rPr>
      <w:color w:val="45BEF1" w:themeColor="followedHyperlink"/>
      <w:u w:val="single"/>
    </w:rPr>
  </w:style>
  <w:style w:type="paragraph" w:styleId="Revision">
    <w:name w:val="Revision"/>
    <w:hidden/>
    <w:uiPriority w:val="99"/>
    <w:semiHidden/>
    <w:rsid w:val="00905A76"/>
    <w:pPr>
      <w:widowControl/>
      <w:autoSpaceDE/>
      <w:autoSpaceDN/>
    </w:pPr>
    <w:rPr>
      <w:sz w:val="24"/>
      <w:szCs w:val="24"/>
      <w:lang w:val="en-GB"/>
    </w:rPr>
  </w:style>
  <w:style w:type="paragraph" w:customStyle="1" w:styleId="Default">
    <w:name w:val="Default"/>
    <w:rsid w:val="00905A76"/>
    <w:pPr>
      <w:widowControl/>
      <w:adjustRightInd w:val="0"/>
    </w:pPr>
    <w:rPr>
      <w:rFonts w:ascii="Arial" w:hAnsi="Arial" w:cs="Arial"/>
      <w:color w:val="000000"/>
      <w:sz w:val="24"/>
      <w:szCs w:val="24"/>
      <w:lang w:val="nb-NO"/>
    </w:rPr>
  </w:style>
  <w:style w:type="table" w:customStyle="1" w:styleId="55">
    <w:name w:val="5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itleChar">
    <w:name w:val="Title Char"/>
    <w:basedOn w:val="DefaultParagraphFont"/>
    <w:link w:val="Title"/>
    <w:rsid w:val="00905A76"/>
    <w:rPr>
      <w:rFonts w:ascii="Oswald Medium" w:eastAsia="Oswald" w:hAnsi="Oswald Medium" w:cs="Oswald"/>
      <w:sz w:val="70"/>
      <w:szCs w:val="70"/>
    </w:rPr>
  </w:style>
  <w:style w:type="paragraph" w:customStyle="1" w:styleId="BodytextQA">
    <w:name w:val="Body text QA"/>
    <w:basedOn w:val="Normal"/>
    <w:link w:val="BodytextQAChar"/>
    <w:rsid w:val="00905A76"/>
    <w:pPr>
      <w:widowControl/>
      <w:tabs>
        <w:tab w:val="left" w:pos="0"/>
      </w:tabs>
      <w:autoSpaceDE/>
      <w:autoSpaceDN/>
      <w:spacing w:before="120" w:after="120" w:line="360" w:lineRule="auto"/>
      <w:jc w:val="both"/>
      <w:outlineLvl w:val="0"/>
    </w:pPr>
    <w:rPr>
      <w:rFonts w:ascii="Times New Roman" w:eastAsia="MS Mincho" w:hAnsi="Times New Roman" w:cs="Angsana New"/>
      <w:sz w:val="24"/>
      <w:szCs w:val="24"/>
      <w:lang w:val="en-GB"/>
    </w:rPr>
  </w:style>
  <w:style w:type="character" w:customStyle="1" w:styleId="BodytextQAChar">
    <w:name w:val="Body text QA Char"/>
    <w:link w:val="BodytextQA"/>
    <w:rsid w:val="00905A76"/>
    <w:rPr>
      <w:rFonts w:ascii="Times New Roman" w:eastAsia="MS Mincho" w:hAnsi="Times New Roman" w:cs="Angsana New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A76"/>
    <w:pPr>
      <w:widowControl/>
      <w:autoSpaceDE/>
      <w:autoSpaceDN/>
    </w:pPr>
    <w:rPr>
      <w:rFonts w:ascii="Segoe UI" w:eastAsia="Arial" w:hAnsi="Segoe UI" w:cs="Segoe UI"/>
      <w:sz w:val="18"/>
      <w:szCs w:val="18"/>
      <w:lang w:val="en" w:eastAsia="en-P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A76"/>
    <w:rPr>
      <w:rFonts w:ascii="Segoe UI" w:eastAsia="Arial" w:hAnsi="Segoe UI" w:cs="Segoe UI"/>
      <w:sz w:val="18"/>
      <w:szCs w:val="18"/>
      <w:lang w:val="en" w:eastAsia="en-PH"/>
    </w:rPr>
  </w:style>
  <w:style w:type="table" w:customStyle="1" w:styleId="1">
    <w:name w:val="1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905A76"/>
    <w:pPr>
      <w:keepNext/>
      <w:keepLines/>
      <w:widowControl/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caps w:val="0"/>
      <w:color w:val="003E6A" w:themeColor="accent1" w:themeShade="BF"/>
      <w:sz w:val="32"/>
      <w:szCs w:val="3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905A76"/>
    <w:pPr>
      <w:widowControl/>
      <w:tabs>
        <w:tab w:val="left" w:pos="1710"/>
        <w:tab w:val="right" w:leader="dot" w:pos="8657"/>
      </w:tabs>
      <w:autoSpaceDE/>
      <w:autoSpaceDN/>
      <w:spacing w:line="276" w:lineRule="auto"/>
      <w:ind w:left="90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4">
    <w:name w:val="toc 4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66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5">
    <w:name w:val="toc 5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88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6">
    <w:name w:val="toc 6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10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7">
    <w:name w:val="toc 7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32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8">
    <w:name w:val="toc 8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54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9">
    <w:name w:val="toc 9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76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NoSpacing">
    <w:name w:val="No Spacing"/>
    <w:link w:val="NoSpacingChar"/>
    <w:uiPriority w:val="1"/>
    <w:qFormat/>
    <w:rsid w:val="00905A76"/>
    <w:pPr>
      <w:widowControl/>
      <w:autoSpaceDE/>
      <w:autoSpaceDN/>
    </w:pPr>
    <w:rPr>
      <w:rFonts w:ascii="Verdana" w:eastAsia="Arial" w:hAnsi="Verdana" w:cs="Verdana"/>
      <w:lang w:val="en" w:eastAsia="en-PH"/>
    </w:rPr>
  </w:style>
  <w:style w:type="character" w:styleId="LineNumber">
    <w:name w:val="line number"/>
    <w:basedOn w:val="DefaultParagraphFont"/>
    <w:uiPriority w:val="99"/>
    <w:semiHidden/>
    <w:unhideWhenUsed/>
    <w:rsid w:val="00905A76"/>
  </w:style>
  <w:style w:type="paragraph" w:customStyle="1" w:styleId="font5">
    <w:name w:val="font5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color w:val="FFFFFF"/>
      <w:sz w:val="20"/>
      <w:szCs w:val="20"/>
      <w:lang w:val="en" w:eastAsia="en-PH"/>
    </w:rPr>
  </w:style>
  <w:style w:type="paragraph" w:customStyle="1" w:styleId="font6">
    <w:name w:val="font6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lang w:val="en" w:eastAsia="en-PH"/>
    </w:rPr>
  </w:style>
  <w:style w:type="paragraph" w:customStyle="1" w:styleId="font7">
    <w:name w:val="font7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FFFFFF"/>
      <w:sz w:val="20"/>
      <w:szCs w:val="20"/>
      <w:lang w:val="en" w:eastAsia="en-PH"/>
    </w:rPr>
  </w:style>
  <w:style w:type="paragraph" w:customStyle="1" w:styleId="font8">
    <w:name w:val="font8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lang w:val="en" w:eastAsia="en-PH"/>
    </w:rPr>
  </w:style>
  <w:style w:type="paragraph" w:customStyle="1" w:styleId="font9">
    <w:name w:val="font9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lang w:val="en" w:eastAsia="en-PH"/>
    </w:rPr>
  </w:style>
  <w:style w:type="paragraph" w:customStyle="1" w:styleId="font10">
    <w:name w:val="font10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u w:val="single"/>
      <w:lang w:val="en" w:eastAsia="en-PH"/>
    </w:rPr>
  </w:style>
  <w:style w:type="paragraph" w:customStyle="1" w:styleId="font11">
    <w:name w:val="font11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u w:val="single"/>
      <w:lang w:val="en" w:eastAsia="en-PH"/>
    </w:rPr>
  </w:style>
  <w:style w:type="paragraph" w:customStyle="1" w:styleId="font12">
    <w:name w:val="font12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u w:val="single"/>
      <w:lang w:val="en" w:eastAsia="en-PH"/>
    </w:rPr>
  </w:style>
  <w:style w:type="paragraph" w:customStyle="1" w:styleId="xl67">
    <w:name w:val="xl6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68">
    <w:name w:val="xl68"/>
    <w:basedOn w:val="Normal"/>
    <w:rsid w:val="00905A76"/>
    <w:pPr>
      <w:widowControl/>
      <w:pBdr>
        <w:top w:val="single" w:sz="4" w:space="0" w:color="3F3F3F"/>
        <w:left w:val="single" w:sz="4" w:space="0" w:color="3F3F3F"/>
        <w:bottom w:val="single" w:sz="4" w:space="0" w:color="3F3F3F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en" w:eastAsia="en-PH"/>
    </w:rPr>
  </w:style>
  <w:style w:type="paragraph" w:customStyle="1" w:styleId="xl69">
    <w:name w:val="xl6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en" w:eastAsia="en-PH"/>
    </w:rPr>
  </w:style>
  <w:style w:type="paragraph" w:customStyle="1" w:styleId="xl70">
    <w:name w:val="xl7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en" w:eastAsia="en-PH"/>
    </w:rPr>
  </w:style>
  <w:style w:type="paragraph" w:customStyle="1" w:styleId="xl71">
    <w:name w:val="xl71"/>
    <w:basedOn w:val="Normal"/>
    <w:rsid w:val="00905A76"/>
    <w:pPr>
      <w:widowControl/>
      <w:pBdr>
        <w:top w:val="single" w:sz="4" w:space="0" w:color="7F7F7F"/>
        <w:left w:val="single" w:sz="4" w:space="0" w:color="7F7F7F"/>
        <w:bottom w:val="single" w:sz="4" w:space="0" w:color="7F7F7F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72">
    <w:name w:val="xl7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73">
    <w:name w:val="xl73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74">
    <w:name w:val="xl74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75">
    <w:name w:val="xl75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76">
    <w:name w:val="xl76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77">
    <w:name w:val="xl7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000000"/>
      <w:sz w:val="24"/>
      <w:szCs w:val="24"/>
      <w:lang w:val="en" w:eastAsia="en-PH"/>
    </w:rPr>
  </w:style>
  <w:style w:type="paragraph" w:customStyle="1" w:styleId="xl78">
    <w:name w:val="xl78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79">
    <w:name w:val="xl7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80">
    <w:name w:val="xl8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FFFFFF" w:fill="FFFFFF"/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81">
    <w:name w:val="xl81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82">
    <w:name w:val="xl8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203764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en" w:eastAsia="en-PH"/>
    </w:rPr>
  </w:style>
  <w:style w:type="paragraph" w:customStyle="1" w:styleId="Normal1">
    <w:name w:val="Normal1"/>
    <w:rsid w:val="00905A76"/>
    <w:pPr>
      <w:widowControl/>
      <w:autoSpaceDE/>
      <w:autoSpaceDN/>
      <w:spacing w:line="256" w:lineRule="auto"/>
    </w:pPr>
    <w:rPr>
      <w:rFonts w:ascii="Calibri" w:eastAsia="Calibri" w:hAnsi="Calibri" w:cs="Calibri"/>
      <w:lang w:val="en" w:eastAsia="en-PH"/>
    </w:rPr>
  </w:style>
  <w:style w:type="paragraph" w:customStyle="1" w:styleId="msonormal0">
    <w:name w:val="msonormal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" w:eastAsia="en-PH"/>
    </w:rPr>
  </w:style>
  <w:style w:type="paragraph" w:customStyle="1" w:styleId="xl66">
    <w:name w:val="xl66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18"/>
      <w:szCs w:val="18"/>
      <w:lang w:val="en" w:eastAsia="en-PH"/>
    </w:rPr>
  </w:style>
  <w:style w:type="paragraph" w:styleId="Subtitle">
    <w:name w:val="Subtitle"/>
    <w:basedOn w:val="Normal"/>
    <w:next w:val="Normal"/>
    <w:link w:val="SubtitleChar"/>
    <w:rsid w:val="00905A76"/>
    <w:pPr>
      <w:keepNext/>
      <w:keepLines/>
      <w:widowControl/>
      <w:autoSpaceDE/>
      <w:autoSpaceDN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val="en" w:eastAsia="en-PH"/>
    </w:rPr>
  </w:style>
  <w:style w:type="character" w:customStyle="1" w:styleId="SubtitleChar">
    <w:name w:val="Subtitle Char"/>
    <w:basedOn w:val="DefaultParagraphFont"/>
    <w:link w:val="Subtitle"/>
    <w:rsid w:val="00905A76"/>
    <w:rPr>
      <w:rFonts w:ascii="Georgia" w:eastAsia="Georgia" w:hAnsi="Georgia" w:cs="Georgia"/>
      <w:i/>
      <w:color w:val="666666"/>
      <w:sz w:val="48"/>
      <w:szCs w:val="48"/>
      <w:lang w:val="en" w:eastAsia="en-PH"/>
    </w:rPr>
  </w:style>
  <w:style w:type="table" w:customStyle="1" w:styleId="163">
    <w:name w:val="16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2">
    <w:name w:val="16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1">
    <w:name w:val="16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0">
    <w:name w:val="16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9">
    <w:name w:val="15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8">
    <w:name w:val="15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7">
    <w:name w:val="15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6">
    <w:name w:val="15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5">
    <w:name w:val="15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4">
    <w:name w:val="15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3">
    <w:name w:val="15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2">
    <w:name w:val="15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1">
    <w:name w:val="15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0">
    <w:name w:val="15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9">
    <w:name w:val="14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8">
    <w:name w:val="14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7">
    <w:name w:val="14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6">
    <w:name w:val="14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5">
    <w:name w:val="14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4">
    <w:name w:val="14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3">
    <w:name w:val="14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2">
    <w:name w:val="14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1">
    <w:name w:val="14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0">
    <w:name w:val="14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9">
    <w:name w:val="13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8">
    <w:name w:val="13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7">
    <w:name w:val="13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6">
    <w:name w:val="13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5">
    <w:name w:val="13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4">
    <w:name w:val="13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3">
    <w:name w:val="13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2">
    <w:name w:val="13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1">
    <w:name w:val="13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0">
    <w:name w:val="13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9">
    <w:name w:val="12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8">
    <w:name w:val="12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7">
    <w:name w:val="12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6">
    <w:name w:val="12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5">
    <w:name w:val="12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4">
    <w:name w:val="12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3">
    <w:name w:val="12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2">
    <w:name w:val="12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1">
    <w:name w:val="12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0">
    <w:name w:val="12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9">
    <w:name w:val="11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8">
    <w:name w:val="11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7">
    <w:name w:val="11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6">
    <w:name w:val="11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5">
    <w:name w:val="11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4">
    <w:name w:val="11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3">
    <w:name w:val="11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2">
    <w:name w:val="11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1">
    <w:name w:val="11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0">
    <w:name w:val="11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9">
    <w:name w:val="10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8">
    <w:name w:val="10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7">
    <w:name w:val="10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6">
    <w:name w:val="10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5">
    <w:name w:val="10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4">
    <w:name w:val="10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3">
    <w:name w:val="10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2">
    <w:name w:val="10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1">
    <w:name w:val="10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9">
    <w:name w:val="9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8">
    <w:name w:val="9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7">
    <w:name w:val="9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6">
    <w:name w:val="9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5">
    <w:name w:val="9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4">
    <w:name w:val="9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3">
    <w:name w:val="9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2">
    <w:name w:val="9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1">
    <w:name w:val="9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0">
    <w:name w:val="9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9">
    <w:name w:val="8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8">
    <w:name w:val="8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7">
    <w:name w:val="8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6">
    <w:name w:val="8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5">
    <w:name w:val="8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4">
    <w:name w:val="8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2">
    <w:name w:val="8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1">
    <w:name w:val="8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0">
    <w:name w:val="8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9">
    <w:name w:val="7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8">
    <w:name w:val="7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7">
    <w:name w:val="7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6">
    <w:name w:val="7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4">
    <w:name w:val="7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3">
    <w:name w:val="7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2">
    <w:name w:val="7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1">
    <w:name w:val="7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0">
    <w:name w:val="7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9">
    <w:name w:val="6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8">
    <w:name w:val="6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7">
    <w:name w:val="6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6">
    <w:name w:val="6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5">
    <w:name w:val="6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4">
    <w:name w:val="6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3">
    <w:name w:val="6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2">
    <w:name w:val="6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6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9">
    <w:name w:val="5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8">
    <w:name w:val="5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7">
    <w:name w:val="5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4">
    <w:name w:val="5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3">
    <w:name w:val="5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">
    <w:name w:val="2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numbering" w:customStyle="1" w:styleId="Style7">
    <w:name w:val="Style7"/>
    <w:uiPriority w:val="99"/>
    <w:rsid w:val="00905A76"/>
    <w:pPr>
      <w:numPr>
        <w:numId w:val="76"/>
      </w:numPr>
    </w:pPr>
  </w:style>
  <w:style w:type="numbering" w:customStyle="1" w:styleId="Style8">
    <w:name w:val="Style8"/>
    <w:uiPriority w:val="99"/>
    <w:rsid w:val="00905A76"/>
    <w:pPr>
      <w:numPr>
        <w:numId w:val="77"/>
      </w:numPr>
    </w:pPr>
  </w:style>
  <w:style w:type="character" w:customStyle="1" w:styleId="NoSpacingChar">
    <w:name w:val="No Spacing Char"/>
    <w:link w:val="NoSpacing"/>
    <w:uiPriority w:val="1"/>
    <w:rsid w:val="00905A76"/>
    <w:rPr>
      <w:rFonts w:ascii="Verdana" w:eastAsia="Arial" w:hAnsi="Verdana" w:cs="Verdana"/>
      <w:lang w:val="en" w:eastAsia="en-PH"/>
    </w:rPr>
  </w:style>
  <w:style w:type="character" w:styleId="Mention">
    <w:name w:val="Mention"/>
    <w:basedOn w:val="DefaultParagraphFont"/>
    <w:uiPriority w:val="99"/>
    <w:unhideWhenUsed/>
    <w:rsid w:val="00905A76"/>
    <w:rPr>
      <w:color w:val="2B579A"/>
      <w:shd w:val="clear" w:color="auto" w:fill="E1DFDD"/>
    </w:rPr>
  </w:style>
  <w:style w:type="table" w:customStyle="1" w:styleId="TableGrid15">
    <w:name w:val="Table Grid15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3F484F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3F484F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8">
    <w:name w:val="Current List8"/>
    <w:uiPriority w:val="99"/>
    <w:rsid w:val="00EF2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6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yamrote/Documents/IDI/00%202025/IDI%20Word%20template/IDI_%20Word_Template%202025%20updated.dotx" TargetMode="External"/></Relationships>
</file>

<file path=word/theme/theme1.xml><?xml version="1.0" encoding="utf-8"?>
<a:theme xmlns:a="http://schemas.openxmlformats.org/drawingml/2006/main" name="Office Theme">
  <a:themeElements>
    <a:clrScheme name="IDI Theme Colours 2025">
      <a:dk1>
        <a:srgbClr val="005592"/>
      </a:dk1>
      <a:lt1>
        <a:srgbClr val="FFFFFF"/>
      </a:lt1>
      <a:dk2>
        <a:srgbClr val="0E2841"/>
      </a:dk2>
      <a:lt2>
        <a:srgbClr val="E8E8E8"/>
      </a:lt2>
      <a:accent1>
        <a:srgbClr val="00548E"/>
      </a:accent1>
      <a:accent2>
        <a:srgbClr val="00C2F7"/>
      </a:accent2>
      <a:accent3>
        <a:srgbClr val="C24F3B"/>
      </a:accent3>
      <a:accent4>
        <a:srgbClr val="04A582"/>
      </a:accent4>
      <a:accent5>
        <a:srgbClr val="05645E"/>
      </a:accent5>
      <a:accent6>
        <a:srgbClr val="F5B941"/>
      </a:accent6>
      <a:hlink>
        <a:srgbClr val="03548E"/>
      </a:hlink>
      <a:folHlink>
        <a:srgbClr val="45BEF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930ce683c880ea0f59d4e64768dfb267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f86a72d633863201bc1fd1e634106555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e676b-2cf2-466e-b812-50f42bf74a08" xsi:nil="true"/>
    <lcf76f155ced4ddcb4097134ff3c332f xmlns="7dcdd59b-807c-4164-b3b4-f60ff4dc61c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A4B6CD6-5428-4DEA-9A68-C5031DAF3280}"/>
</file>

<file path=customXml/itemProps2.xml><?xml version="1.0" encoding="utf-8"?>
<ds:datastoreItem xmlns:ds="http://schemas.openxmlformats.org/officeDocument/2006/customXml" ds:itemID="{8C983315-AA52-E44C-943B-A9F716A20D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8DD713-74F7-47E1-9522-0DFEE35426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6C089A-0E08-4E91-B976-060D087DF4B9}">
  <ds:schemaRefs>
    <ds:schemaRef ds:uri="http://schemas.microsoft.com/office/2006/metadata/properties"/>
    <ds:schemaRef ds:uri="http://schemas.microsoft.com/office/infopath/2007/PartnerControls"/>
    <ds:schemaRef ds:uri="a21e676b-2cf2-466e-b812-50f42bf74a08"/>
    <ds:schemaRef ds:uri="7dcdd59b-807c-4164-b3b4-f60ff4dc61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IDI_ Word_Template 2025 updated.dotx</Template>
  <TotalTime>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Yamrote Alemu</cp:lastModifiedBy>
  <cp:revision>3</cp:revision>
  <dcterms:created xsi:type="dcterms:W3CDTF">2025-09-12T09:51:00Z</dcterms:created>
  <dcterms:modified xsi:type="dcterms:W3CDTF">2025-09-12T09:51:00Z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Adobe InDesign 20.1 (Macintosh)</vt:lpwstr>
  </property>
  <property fmtid="{D5CDD505-2E9C-101B-9397-08002B2CF9AE}" pid="4" name="LastSaved">
    <vt:filetime>2025-02-17T00:00:00Z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0x010100E1A3C8A3E7D8AF42B5674A3D02F765D3</vt:lpwstr>
  </property>
  <property fmtid="{D5CDD505-2E9C-101B-9397-08002B2CF9AE}" pid="7" name="MediaServiceImageTags">
    <vt:lpwstr/>
  </property>
</Properties>
</file>